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66" w:rsidRPr="00A801BF" w:rsidRDefault="00541566" w:rsidP="00EA5E3D">
      <w:pPr>
        <w:jc w:val="center"/>
        <w:rPr>
          <w:b/>
          <w:bCs/>
          <w:sz w:val="28"/>
          <w:szCs w:val="28"/>
        </w:rPr>
      </w:pPr>
      <w:r w:rsidRPr="009F020F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541566" w:rsidRPr="00A801BF" w:rsidRDefault="00541566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41566" w:rsidRPr="00A801BF" w:rsidRDefault="00541566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41566" w:rsidRPr="00A801BF" w:rsidRDefault="00541566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41566" w:rsidRPr="00A801BF" w:rsidRDefault="00541566" w:rsidP="00EA5E3D">
      <w:pPr>
        <w:jc w:val="center"/>
        <w:rPr>
          <w:sz w:val="28"/>
          <w:szCs w:val="28"/>
        </w:rPr>
      </w:pPr>
    </w:p>
    <w:p w:rsidR="00541566" w:rsidRPr="00A801BF" w:rsidRDefault="00541566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41566" w:rsidRDefault="00541566" w:rsidP="00EA5E3D">
      <w:pPr>
        <w:jc w:val="both"/>
        <w:rPr>
          <w:sz w:val="28"/>
          <w:szCs w:val="28"/>
        </w:rPr>
      </w:pPr>
    </w:p>
    <w:p w:rsidR="00541566" w:rsidRPr="00D06969" w:rsidRDefault="00541566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13.07.2023  </w:t>
      </w:r>
      <w:r w:rsidRPr="00D06969">
        <w:rPr>
          <w:sz w:val="28"/>
          <w:szCs w:val="28"/>
          <w:u w:val="single"/>
        </w:rPr>
        <w:t xml:space="preserve">№ </w:t>
      </w:r>
      <w:bookmarkStart w:id="0" w:name="_GoBack"/>
      <w:bookmarkEnd w:id="0"/>
      <w:r>
        <w:rPr>
          <w:sz w:val="28"/>
          <w:szCs w:val="28"/>
          <w:u w:val="single"/>
        </w:rPr>
        <w:t>243</w:t>
      </w:r>
    </w:p>
    <w:p w:rsidR="00541566" w:rsidRDefault="00541566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41566" w:rsidRPr="00D06969" w:rsidRDefault="00541566" w:rsidP="00EA5E3D">
      <w:pPr>
        <w:jc w:val="both"/>
        <w:rPr>
          <w:sz w:val="28"/>
          <w:szCs w:val="28"/>
        </w:rPr>
      </w:pPr>
    </w:p>
    <w:p w:rsidR="00541566" w:rsidRDefault="00541566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отчёта об исполнении бюджета Юрьевецкого городского поселения, сведений об использовании резервного фонда Администрации Юрьевецкого муниципального района при исполнении бюджета Юрьевецкого городского поселения,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541566" w:rsidRDefault="00541566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I полугодие 2023 года</w:t>
      </w:r>
    </w:p>
    <w:p w:rsidR="00541566" w:rsidRDefault="00541566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541566" w:rsidRDefault="00541566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Юрьевецком городском поселении, утверждённого решением Совета  Юрьевецкого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района, постановляет: </w:t>
      </w:r>
    </w:p>
    <w:p w:rsidR="00541566" w:rsidRDefault="00541566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41566" w:rsidRDefault="00541566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Юрьевецкого городского поселения за I полугодие 2023 года по доходам в сумме 34 508 545,04 руб. и по расходам в сумме 31 221 171,74 руб., с профицитом  бюджета в объеме – 3 287 373,30 руб.,  согласно приложению № 1.</w:t>
      </w:r>
    </w:p>
    <w:p w:rsidR="00541566" w:rsidRDefault="00541566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I полугодие 2023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541566" w:rsidRDefault="00541566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3.Утвердить сведения об использовании резервного фонда Администрации Юрьевецкого муниципального района  при исполнении бюджета Юрьевецкого городского поселения за I полугодие 2023 года, согласно приложению № 3.</w:t>
      </w:r>
    </w:p>
    <w:p w:rsidR="00541566" w:rsidRDefault="00541566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4.Принять к сведению информацию об исполнении бюджета Юрьевецкого городского поселения за I полугодие 2023 года согласно приложению №4.</w:t>
      </w:r>
    </w:p>
    <w:p w:rsidR="00541566" w:rsidRDefault="00541566" w:rsidP="00C95BBF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83A">
        <w:rPr>
          <w:rFonts w:ascii="Times New Roman" w:hAnsi="Times New Roman" w:cs="Times New Roman"/>
          <w:sz w:val="28"/>
          <w:szCs w:val="28"/>
        </w:rPr>
        <w:t>5.Об</w:t>
      </w:r>
      <w:r>
        <w:rPr>
          <w:rFonts w:ascii="Times New Roman" w:hAnsi="Times New Roman" w:cs="Times New Roman"/>
          <w:sz w:val="28"/>
          <w:szCs w:val="28"/>
        </w:rPr>
        <w:t>народовать настоящее постановление в соответствии с ч.7 ст.37 Устава Юрьевецкого городского поселения и разместить на официальном сайте администрации Юрьевецкого муниципального района.</w:t>
      </w:r>
    </w:p>
    <w:p w:rsidR="00541566" w:rsidRDefault="00541566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541566" w:rsidRDefault="00541566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41566" w:rsidRDefault="00541566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41566" w:rsidRDefault="00541566" w:rsidP="00914D04">
      <w:pPr>
        <w:shd w:val="clear" w:color="auto" w:fill="FFFFFF"/>
        <w:ind w:left="6" w:right="-3306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Глава  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С.В. Жубаркин</w:t>
      </w:r>
    </w:p>
    <w:p w:rsidR="00541566" w:rsidRDefault="00541566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41566" w:rsidRDefault="00541566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41566" w:rsidRPr="00DD286A" w:rsidRDefault="00541566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sectPr w:rsidR="00541566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26E63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0F25B0"/>
    <w:rsid w:val="00114891"/>
    <w:rsid w:val="00152912"/>
    <w:rsid w:val="00156526"/>
    <w:rsid w:val="001B1F22"/>
    <w:rsid w:val="001D28E4"/>
    <w:rsid w:val="001D57B6"/>
    <w:rsid w:val="001D610C"/>
    <w:rsid w:val="001D6F14"/>
    <w:rsid w:val="001E6AC3"/>
    <w:rsid w:val="00230F22"/>
    <w:rsid w:val="00270683"/>
    <w:rsid w:val="00275F35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0256A"/>
    <w:rsid w:val="0042683A"/>
    <w:rsid w:val="004962B3"/>
    <w:rsid w:val="004A25AD"/>
    <w:rsid w:val="004C6714"/>
    <w:rsid w:val="004E5958"/>
    <w:rsid w:val="004F04F5"/>
    <w:rsid w:val="004F08A4"/>
    <w:rsid w:val="004F4C3F"/>
    <w:rsid w:val="00504FF3"/>
    <w:rsid w:val="00511259"/>
    <w:rsid w:val="00541566"/>
    <w:rsid w:val="005441FD"/>
    <w:rsid w:val="00560BFD"/>
    <w:rsid w:val="00562004"/>
    <w:rsid w:val="00566DAF"/>
    <w:rsid w:val="005838DC"/>
    <w:rsid w:val="0059550C"/>
    <w:rsid w:val="00595A1C"/>
    <w:rsid w:val="005B589A"/>
    <w:rsid w:val="005D3576"/>
    <w:rsid w:val="005E03D5"/>
    <w:rsid w:val="005F33CB"/>
    <w:rsid w:val="005F4463"/>
    <w:rsid w:val="005F6AB0"/>
    <w:rsid w:val="00612076"/>
    <w:rsid w:val="00633C3C"/>
    <w:rsid w:val="00671CA8"/>
    <w:rsid w:val="006C31E1"/>
    <w:rsid w:val="006C5AEC"/>
    <w:rsid w:val="006E26AE"/>
    <w:rsid w:val="0075012C"/>
    <w:rsid w:val="007565CF"/>
    <w:rsid w:val="007572D4"/>
    <w:rsid w:val="00780D03"/>
    <w:rsid w:val="007A3AF0"/>
    <w:rsid w:val="007F5754"/>
    <w:rsid w:val="00842986"/>
    <w:rsid w:val="00846D3A"/>
    <w:rsid w:val="008701B4"/>
    <w:rsid w:val="008A5E2D"/>
    <w:rsid w:val="008F2451"/>
    <w:rsid w:val="00903562"/>
    <w:rsid w:val="00914D04"/>
    <w:rsid w:val="00924263"/>
    <w:rsid w:val="0093064F"/>
    <w:rsid w:val="00932445"/>
    <w:rsid w:val="00955830"/>
    <w:rsid w:val="00963B8A"/>
    <w:rsid w:val="009722FF"/>
    <w:rsid w:val="009737A5"/>
    <w:rsid w:val="00973D2E"/>
    <w:rsid w:val="009B225A"/>
    <w:rsid w:val="009E3FB6"/>
    <w:rsid w:val="009F020F"/>
    <w:rsid w:val="009F5914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53D6"/>
    <w:rsid w:val="00B33C19"/>
    <w:rsid w:val="00B43364"/>
    <w:rsid w:val="00B8363D"/>
    <w:rsid w:val="00B86F7A"/>
    <w:rsid w:val="00BC5520"/>
    <w:rsid w:val="00BF695B"/>
    <w:rsid w:val="00C27138"/>
    <w:rsid w:val="00C406D7"/>
    <w:rsid w:val="00C55138"/>
    <w:rsid w:val="00C946C8"/>
    <w:rsid w:val="00C95BBF"/>
    <w:rsid w:val="00CD1A5C"/>
    <w:rsid w:val="00CD4041"/>
    <w:rsid w:val="00D06969"/>
    <w:rsid w:val="00D21749"/>
    <w:rsid w:val="00D24402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014BA"/>
    <w:rsid w:val="00E423A6"/>
    <w:rsid w:val="00E46372"/>
    <w:rsid w:val="00EA5E3D"/>
    <w:rsid w:val="00EE1EC4"/>
    <w:rsid w:val="00EF5C44"/>
    <w:rsid w:val="00F01C59"/>
    <w:rsid w:val="00F20E2E"/>
    <w:rsid w:val="00F33384"/>
    <w:rsid w:val="00F97B94"/>
    <w:rsid w:val="00FA2551"/>
    <w:rsid w:val="00FD3819"/>
    <w:rsid w:val="00FF1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89A"/>
    <w:rPr>
      <w:sz w:val="2"/>
      <w:szCs w:val="2"/>
    </w:rPr>
  </w:style>
  <w:style w:type="character" w:styleId="Hyperlink">
    <w:name w:val="Hyperlink"/>
    <w:basedOn w:val="DefaultParagraphFont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uiPriority w:val="99"/>
    <w:rsid w:val="00C95B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564</TotalTime>
  <Pages>2</Pages>
  <Words>317</Words>
  <Characters>1813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Крылова</cp:lastModifiedBy>
  <cp:revision>34</cp:revision>
  <cp:lastPrinted>2016-05-11T07:28:00Z</cp:lastPrinted>
  <dcterms:created xsi:type="dcterms:W3CDTF">2014-05-11T08:36:00Z</dcterms:created>
  <dcterms:modified xsi:type="dcterms:W3CDTF">2023-07-18T13:13:00Z</dcterms:modified>
</cp:coreProperties>
</file>