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978" w:rsidRPr="00036475" w:rsidRDefault="000B5978" w:rsidP="00AB1D99">
      <w:pPr>
        <w:jc w:val="center"/>
        <w:rPr>
          <w:b/>
          <w:bCs/>
        </w:rPr>
      </w:pPr>
      <w:r w:rsidRPr="0076597E">
        <w:rPr>
          <w:b/>
          <w:bCs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Юрьевецкого района МАЛ" style="width:42.75pt;height:50.25pt;visibility:visible">
            <v:imagedata r:id="rId4" o:title=""/>
          </v:shape>
        </w:pict>
      </w:r>
    </w:p>
    <w:p w:rsidR="000B5978" w:rsidRPr="00036475" w:rsidRDefault="000B5978" w:rsidP="00AB1D99">
      <w:pPr>
        <w:jc w:val="center"/>
        <w:rPr>
          <w:b/>
          <w:bCs/>
        </w:rPr>
      </w:pPr>
    </w:p>
    <w:p w:rsidR="000B5978" w:rsidRPr="00036475" w:rsidRDefault="000B5978" w:rsidP="00AB1D99">
      <w:pPr>
        <w:jc w:val="center"/>
        <w:rPr>
          <w:b/>
          <w:bCs/>
        </w:rPr>
      </w:pPr>
      <w:r w:rsidRPr="00036475">
        <w:rPr>
          <w:b/>
          <w:bCs/>
        </w:rPr>
        <w:t>ФИНАНСОВЫЙ ОТДЕЛ</w:t>
      </w:r>
    </w:p>
    <w:p w:rsidR="000B5978" w:rsidRPr="00036475" w:rsidRDefault="000B5978" w:rsidP="00AB1D99">
      <w:pPr>
        <w:jc w:val="center"/>
        <w:rPr>
          <w:b/>
          <w:bCs/>
        </w:rPr>
      </w:pPr>
      <w:r w:rsidRPr="00036475">
        <w:rPr>
          <w:b/>
          <w:bCs/>
        </w:rPr>
        <w:t>АДМИНИСТРАЦИИ ЮРЬЕВЕЦКОГО МУНИЦИПАЛЬНОГО РАЙОНА</w:t>
      </w:r>
    </w:p>
    <w:p w:rsidR="000B5978" w:rsidRPr="00036475" w:rsidRDefault="000B5978" w:rsidP="00AB1D99">
      <w:pPr>
        <w:jc w:val="center"/>
        <w:rPr>
          <w:b/>
          <w:bCs/>
        </w:rPr>
      </w:pPr>
    </w:p>
    <w:p w:rsidR="000B5978" w:rsidRPr="00036475" w:rsidRDefault="000B5978" w:rsidP="00AB1D99">
      <w:pPr>
        <w:jc w:val="center"/>
      </w:pPr>
      <w:r>
        <w:rPr>
          <w:noProof/>
        </w:rPr>
        <w:pict>
          <v:line id="Прямая соединительная линия 2" o:spid="_x0000_s1026" style="position:absolute;left:0;text-align:left;z-index:251658240;visibility:visible" from="0,2.15pt" to="495pt,2.15pt" strokeweight="2.25pt"/>
        </w:pict>
      </w:r>
    </w:p>
    <w:p w:rsidR="000B5978" w:rsidRPr="00036475" w:rsidRDefault="000B5978" w:rsidP="00C64118">
      <w:pPr>
        <w:pStyle w:val="BodyText"/>
        <w:tabs>
          <w:tab w:val="left" w:pos="3900"/>
        </w:tabs>
        <w:ind w:right="-625"/>
        <w:jc w:val="center"/>
        <w:rPr>
          <w:color w:val="000000"/>
        </w:rPr>
      </w:pPr>
      <w:r w:rsidRPr="00036475">
        <w:rPr>
          <w:color w:val="000000"/>
        </w:rPr>
        <w:t>П Р И К А З</w:t>
      </w:r>
    </w:p>
    <w:p w:rsidR="000B5978" w:rsidRPr="00036475" w:rsidRDefault="000B5978" w:rsidP="00C64118">
      <w:pPr>
        <w:shd w:val="clear" w:color="auto" w:fill="FFFFFF"/>
        <w:spacing w:before="648"/>
        <w:rPr>
          <w:b/>
          <w:bCs/>
          <w:color w:val="000000"/>
          <w:u w:val="single"/>
        </w:rPr>
      </w:pPr>
      <w:r w:rsidRPr="00036475">
        <w:rPr>
          <w:color w:val="000000"/>
        </w:rPr>
        <w:t xml:space="preserve">от </w:t>
      </w:r>
      <w:r w:rsidRPr="008736FB">
        <w:rPr>
          <w:color w:val="000000"/>
        </w:rPr>
        <w:t>_</w:t>
      </w:r>
      <w:r>
        <w:rPr>
          <w:color w:val="000000"/>
          <w:u w:val="single"/>
        </w:rPr>
        <w:t>26.11.2020</w:t>
      </w:r>
      <w:r>
        <w:rPr>
          <w:color w:val="000000"/>
        </w:rPr>
        <w:t xml:space="preserve">                                          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036475">
        <w:rPr>
          <w:color w:val="000000"/>
        </w:rPr>
        <w:t xml:space="preserve">  </w:t>
      </w:r>
      <w:r w:rsidRPr="00036475">
        <w:rPr>
          <w:color w:val="000000"/>
          <w:u w:val="single"/>
        </w:rPr>
        <w:t>№</w:t>
      </w:r>
      <w:r>
        <w:rPr>
          <w:color w:val="000000"/>
          <w:u w:val="single"/>
        </w:rPr>
        <w:t xml:space="preserve"> </w:t>
      </w:r>
      <w:r w:rsidRPr="00084C8D">
        <w:rPr>
          <w:color w:val="000000"/>
        </w:rPr>
        <w:t>_</w:t>
      </w:r>
      <w:r>
        <w:rPr>
          <w:color w:val="000000"/>
          <w:u w:val="single"/>
        </w:rPr>
        <w:t>48</w:t>
      </w:r>
      <w:r w:rsidRPr="00043F66">
        <w:rPr>
          <w:color w:val="000000"/>
        </w:rPr>
        <w:t>__</w:t>
      </w:r>
      <w:r w:rsidRPr="00036475">
        <w:rPr>
          <w:color w:val="000000"/>
          <w:u w:val="single"/>
        </w:rPr>
        <w:t xml:space="preserve">  </w:t>
      </w:r>
    </w:p>
    <w:p w:rsidR="000B5978" w:rsidRPr="00036475" w:rsidRDefault="000B5978" w:rsidP="00C64118">
      <w:pPr>
        <w:shd w:val="clear" w:color="auto" w:fill="FFFFFF"/>
        <w:spacing w:before="91"/>
        <w:jc w:val="center"/>
      </w:pPr>
      <w:r w:rsidRPr="00036475">
        <w:t>г. Юрьевец</w:t>
      </w:r>
    </w:p>
    <w:p w:rsidR="000B5978" w:rsidRPr="005D030A" w:rsidRDefault="000B5978" w:rsidP="005D030A">
      <w:pPr>
        <w:pStyle w:val="BodyText"/>
        <w:tabs>
          <w:tab w:val="left" w:pos="3900"/>
        </w:tabs>
        <w:ind w:right="-625"/>
        <w:jc w:val="center"/>
        <w:rPr>
          <w:sz w:val="28"/>
          <w:szCs w:val="28"/>
          <w:highlight w:val="yellow"/>
        </w:rPr>
      </w:pPr>
    </w:p>
    <w:p w:rsidR="000B5978" w:rsidRPr="00BA0E15" w:rsidRDefault="000B5978" w:rsidP="005D030A">
      <w:pPr>
        <w:jc w:val="center"/>
        <w:rPr>
          <w:b/>
          <w:bCs/>
          <w:sz w:val="28"/>
          <w:szCs w:val="28"/>
        </w:rPr>
      </w:pPr>
      <w:r w:rsidRPr="00BA0E15">
        <w:rPr>
          <w:b/>
          <w:bCs/>
          <w:sz w:val="28"/>
          <w:szCs w:val="28"/>
        </w:rPr>
        <w:t>Об установлении случаев и условий продления срока исполнения бюджетной меры принуждения на срок более одного года</w:t>
      </w:r>
    </w:p>
    <w:p w:rsidR="000B5978" w:rsidRPr="005D030A" w:rsidRDefault="000B5978" w:rsidP="005D030A">
      <w:pPr>
        <w:jc w:val="center"/>
        <w:rPr>
          <w:sz w:val="28"/>
          <w:szCs w:val="28"/>
          <w:highlight w:val="yellow"/>
        </w:rPr>
      </w:pPr>
    </w:p>
    <w:p w:rsidR="000B5978" w:rsidRPr="00BA0E15" w:rsidRDefault="000B5978" w:rsidP="00BA0E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0E1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history="1">
        <w:r w:rsidRPr="00CD2F81">
          <w:rPr>
            <w:rFonts w:ascii="Times New Roman" w:hAnsi="Times New Roman" w:cs="Times New Roman"/>
            <w:color w:val="000000"/>
            <w:sz w:val="28"/>
            <w:szCs w:val="28"/>
          </w:rPr>
          <w:t>пунктом 6 статьи 306.2</w:t>
        </w:r>
      </w:hyperlink>
      <w:r w:rsidRPr="00CD2F81">
        <w:rPr>
          <w:rFonts w:ascii="Times New Roman" w:hAnsi="Times New Roman" w:cs="Times New Roman"/>
          <w:color w:val="000000"/>
          <w:sz w:val="28"/>
          <w:szCs w:val="28"/>
        </w:rPr>
        <w:t xml:space="preserve"> Бюджетного кодекса Российской Федерации, </w:t>
      </w:r>
      <w:hyperlink r:id="rId6" w:history="1">
        <w:r w:rsidRPr="00CD2F81">
          <w:rPr>
            <w:rFonts w:ascii="Times New Roman" w:hAnsi="Times New Roman" w:cs="Times New Roman"/>
            <w:color w:val="000000"/>
            <w:sz w:val="28"/>
            <w:szCs w:val="28"/>
          </w:rPr>
          <w:t>Постановлением</w:t>
        </w:r>
      </w:hyperlink>
      <w:r w:rsidRPr="00BA0E15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24.10.2018 N 1268 "Об утверждении общих требований к установлению случаев и условий продления срока исполнения бюджетной меры принуждения", </w:t>
      </w:r>
      <w:hyperlink r:id="rId7" w:history="1">
        <w:r w:rsidRPr="00CD2F81">
          <w:rPr>
            <w:rFonts w:ascii="Times New Roman" w:hAnsi="Times New Roman" w:cs="Times New Roman"/>
            <w:color w:val="000000"/>
            <w:sz w:val="28"/>
            <w:szCs w:val="28"/>
          </w:rPr>
          <w:t>постановлением</w:t>
        </w:r>
      </w:hyperlink>
      <w:r w:rsidRPr="00CD2F8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Юрьевецкого муниципального </w:t>
      </w:r>
      <w:r w:rsidRPr="0085501D">
        <w:rPr>
          <w:rFonts w:ascii="Times New Roman" w:hAnsi="Times New Roman" w:cs="Times New Roman"/>
          <w:sz w:val="28"/>
          <w:szCs w:val="28"/>
        </w:rPr>
        <w:t>района от 26.11.2020г. № 414 «Об установлении общей суммы использованных не по целевому назначению средств бюджетных кредитов, межбюджетных трансфертов, предоставляемых из бюджета Юрьевецкого муниципального района бюджетам поселений, входящих в состав Юрьевецкого муниципального района, для определения случая продления исполнения бюджетной меры принуждения на срок более одного года» приказываю:</w:t>
      </w:r>
    </w:p>
    <w:p w:rsidR="000B5978" w:rsidRPr="005D030A" w:rsidRDefault="000B5978" w:rsidP="005D030A">
      <w:pPr>
        <w:ind w:firstLine="567"/>
        <w:jc w:val="both"/>
        <w:rPr>
          <w:sz w:val="28"/>
          <w:szCs w:val="28"/>
          <w:highlight w:val="yellow"/>
        </w:rPr>
      </w:pPr>
      <w:bookmarkStart w:id="0" w:name="_GoBack"/>
      <w:bookmarkEnd w:id="0"/>
    </w:p>
    <w:p w:rsidR="000B5978" w:rsidRPr="00A47911" w:rsidRDefault="000B5978" w:rsidP="005D030A">
      <w:pPr>
        <w:ind w:firstLine="567"/>
        <w:jc w:val="both"/>
        <w:rPr>
          <w:b/>
          <w:bCs/>
          <w:sz w:val="28"/>
          <w:szCs w:val="28"/>
        </w:rPr>
      </w:pPr>
      <w:r w:rsidRPr="00A47911">
        <w:rPr>
          <w:b/>
          <w:bCs/>
          <w:sz w:val="28"/>
          <w:szCs w:val="28"/>
        </w:rPr>
        <w:t>ПРИКАЗЫВАЮ:</w:t>
      </w:r>
    </w:p>
    <w:p w:rsidR="000B5978" w:rsidRPr="005D030A" w:rsidRDefault="000B5978" w:rsidP="005D030A">
      <w:pPr>
        <w:ind w:firstLine="567"/>
        <w:jc w:val="both"/>
        <w:rPr>
          <w:b/>
          <w:bCs/>
          <w:sz w:val="28"/>
          <w:szCs w:val="28"/>
          <w:highlight w:val="yellow"/>
        </w:rPr>
      </w:pPr>
    </w:p>
    <w:p w:rsidR="000B5978" w:rsidRPr="00A47911" w:rsidRDefault="000B5978" w:rsidP="00A479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7911">
        <w:rPr>
          <w:rFonts w:ascii="Times New Roman" w:hAnsi="Times New Roman" w:cs="Times New Roman"/>
          <w:sz w:val="28"/>
          <w:szCs w:val="28"/>
        </w:rPr>
        <w:t xml:space="preserve">1. Установить </w:t>
      </w:r>
      <w:hyperlink w:anchor="P37" w:history="1">
        <w:r w:rsidRPr="00A47911">
          <w:rPr>
            <w:rFonts w:ascii="Times New Roman" w:hAnsi="Times New Roman" w:cs="Times New Roman"/>
            <w:color w:val="000000"/>
            <w:sz w:val="28"/>
            <w:szCs w:val="28"/>
          </w:rPr>
          <w:t>случаи</w:t>
        </w:r>
      </w:hyperlink>
      <w:r w:rsidRPr="00A47911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A47911">
        <w:rPr>
          <w:rFonts w:ascii="Times New Roman" w:hAnsi="Times New Roman" w:cs="Times New Roman"/>
          <w:sz w:val="28"/>
          <w:szCs w:val="28"/>
        </w:rPr>
        <w:t>условия продления срока исполнения бюджетной меры принуждения на срок более одного года (прилагаются).</w:t>
      </w:r>
    </w:p>
    <w:p w:rsidR="000B5978" w:rsidRPr="00A47911" w:rsidRDefault="000B5978" w:rsidP="00A479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47911">
        <w:rPr>
          <w:rFonts w:ascii="Times New Roman" w:hAnsi="Times New Roman" w:cs="Times New Roman"/>
          <w:sz w:val="28"/>
          <w:szCs w:val="28"/>
        </w:rPr>
        <w:t xml:space="preserve">. Отделу </w:t>
      </w:r>
      <w:r>
        <w:rPr>
          <w:rFonts w:ascii="Times New Roman" w:hAnsi="Times New Roman" w:cs="Times New Roman"/>
          <w:sz w:val="28"/>
          <w:szCs w:val="28"/>
        </w:rPr>
        <w:t>бухгалтерского учета и отчетности</w:t>
      </w:r>
      <w:r w:rsidRPr="00A47911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Столетовой И.А.</w:t>
      </w:r>
      <w:r w:rsidRPr="00A47911">
        <w:rPr>
          <w:rFonts w:ascii="Times New Roman" w:hAnsi="Times New Roman" w:cs="Times New Roman"/>
          <w:sz w:val="28"/>
          <w:szCs w:val="28"/>
        </w:rPr>
        <w:t xml:space="preserve">) довести настоящий приказ до финансовых органов </w:t>
      </w:r>
      <w:r>
        <w:rPr>
          <w:rFonts w:ascii="Times New Roman" w:hAnsi="Times New Roman" w:cs="Times New Roman"/>
          <w:sz w:val="28"/>
          <w:szCs w:val="28"/>
        </w:rPr>
        <w:t>поселений, входящих в состав Юрьевецкого муниципального района</w:t>
      </w:r>
      <w:r w:rsidRPr="00A47911">
        <w:rPr>
          <w:rFonts w:ascii="Times New Roman" w:hAnsi="Times New Roman" w:cs="Times New Roman"/>
          <w:sz w:val="28"/>
          <w:szCs w:val="28"/>
        </w:rPr>
        <w:t>.</w:t>
      </w:r>
    </w:p>
    <w:p w:rsidR="000B5978" w:rsidRPr="00A47911" w:rsidRDefault="000B5978" w:rsidP="005D030A">
      <w:pPr>
        <w:ind w:firstLine="567"/>
        <w:jc w:val="both"/>
        <w:rPr>
          <w:sz w:val="28"/>
          <w:szCs w:val="28"/>
        </w:rPr>
      </w:pPr>
      <w:r w:rsidRPr="00A47911">
        <w:rPr>
          <w:sz w:val="28"/>
          <w:szCs w:val="28"/>
        </w:rPr>
        <w:t xml:space="preserve">3. Главному специалисту </w:t>
      </w:r>
      <w:r>
        <w:rPr>
          <w:sz w:val="28"/>
          <w:szCs w:val="28"/>
        </w:rPr>
        <w:t>Андреевой Е.А. направить настоящий приказ для размещения на официальном сайте Юрьевецког</w:t>
      </w:r>
      <w:r w:rsidRPr="00A47911">
        <w:rPr>
          <w:sz w:val="28"/>
          <w:szCs w:val="28"/>
        </w:rPr>
        <w:t xml:space="preserve"> муниципального района.</w:t>
      </w:r>
    </w:p>
    <w:p w:rsidR="000B5978" w:rsidRPr="00A47911" w:rsidRDefault="000B5978" w:rsidP="005D030A">
      <w:pPr>
        <w:ind w:firstLine="567"/>
        <w:jc w:val="both"/>
        <w:rPr>
          <w:sz w:val="28"/>
          <w:szCs w:val="28"/>
        </w:rPr>
      </w:pPr>
      <w:r w:rsidRPr="00A47911">
        <w:rPr>
          <w:sz w:val="28"/>
          <w:szCs w:val="28"/>
        </w:rPr>
        <w:t>4. Контроль за исполнением настоящего Приказа оставляю за собой.</w:t>
      </w:r>
    </w:p>
    <w:p w:rsidR="000B5978" w:rsidRPr="005D030A" w:rsidRDefault="000B5978" w:rsidP="005D030A">
      <w:pPr>
        <w:jc w:val="both"/>
        <w:rPr>
          <w:sz w:val="28"/>
          <w:szCs w:val="28"/>
          <w:highlight w:val="yellow"/>
        </w:rPr>
      </w:pPr>
    </w:p>
    <w:p w:rsidR="000B5978" w:rsidRPr="005D030A" w:rsidRDefault="000B5978" w:rsidP="005D030A">
      <w:pPr>
        <w:jc w:val="both"/>
        <w:rPr>
          <w:sz w:val="28"/>
          <w:szCs w:val="28"/>
          <w:highlight w:val="yellow"/>
        </w:rPr>
      </w:pPr>
    </w:p>
    <w:p w:rsidR="000B5978" w:rsidRPr="00A47911" w:rsidRDefault="000B5978" w:rsidP="005D030A">
      <w:pPr>
        <w:jc w:val="both"/>
        <w:rPr>
          <w:b/>
          <w:bCs/>
          <w:sz w:val="28"/>
          <w:szCs w:val="28"/>
        </w:rPr>
      </w:pPr>
      <w:r w:rsidRPr="00A47911">
        <w:rPr>
          <w:b/>
          <w:bCs/>
          <w:sz w:val="28"/>
          <w:szCs w:val="28"/>
        </w:rPr>
        <w:t>Заместитель Главы администрации,</w:t>
      </w:r>
    </w:p>
    <w:p w:rsidR="000B5978" w:rsidRDefault="000B5978" w:rsidP="00AB1D99">
      <w:pPr>
        <w:jc w:val="both"/>
        <w:rPr>
          <w:b/>
          <w:bCs/>
          <w:sz w:val="28"/>
          <w:szCs w:val="28"/>
        </w:rPr>
      </w:pPr>
      <w:r w:rsidRPr="00A47911">
        <w:rPr>
          <w:b/>
          <w:bCs/>
          <w:sz w:val="28"/>
          <w:szCs w:val="28"/>
        </w:rPr>
        <w:t>начальник Финансового отдела</w:t>
      </w:r>
      <w:r>
        <w:rPr>
          <w:b/>
          <w:bCs/>
          <w:sz w:val="28"/>
          <w:szCs w:val="28"/>
        </w:rPr>
        <w:t xml:space="preserve">                         </w:t>
      </w:r>
      <w:r w:rsidRPr="00A47911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Е.В.Смыслова</w:t>
      </w:r>
    </w:p>
    <w:p w:rsidR="000B5978" w:rsidRDefault="000B5978" w:rsidP="00AB1D99">
      <w:pPr>
        <w:jc w:val="both"/>
        <w:rPr>
          <w:b/>
          <w:bCs/>
          <w:sz w:val="28"/>
          <w:szCs w:val="28"/>
        </w:rPr>
      </w:pPr>
    </w:p>
    <w:p w:rsidR="000B5978" w:rsidRPr="00160D44" w:rsidRDefault="000B5978" w:rsidP="00160D4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160D44">
        <w:rPr>
          <w:rFonts w:ascii="Times New Roman" w:hAnsi="Times New Roman" w:cs="Times New Roman"/>
          <w:sz w:val="28"/>
          <w:szCs w:val="28"/>
        </w:rPr>
        <w:t>Приложение к приказу</w:t>
      </w:r>
    </w:p>
    <w:p w:rsidR="000B5978" w:rsidRPr="00160D44" w:rsidRDefault="000B597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0D44">
        <w:rPr>
          <w:rFonts w:ascii="Times New Roman" w:hAnsi="Times New Roman" w:cs="Times New Roman"/>
          <w:sz w:val="28"/>
          <w:szCs w:val="28"/>
        </w:rPr>
        <w:t xml:space="preserve">Финансового отдела администрации </w:t>
      </w:r>
    </w:p>
    <w:p w:rsidR="000B5978" w:rsidRPr="00160D44" w:rsidRDefault="000B597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Юрьевецкого</w:t>
      </w:r>
      <w:r w:rsidRPr="00160D44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0B5978" w:rsidRPr="00160D44" w:rsidRDefault="000B5978" w:rsidP="00160D4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0D44">
        <w:rPr>
          <w:rFonts w:ascii="Times New Roman" w:hAnsi="Times New Roman" w:cs="Times New Roman"/>
          <w:sz w:val="28"/>
          <w:szCs w:val="28"/>
        </w:rPr>
        <w:t xml:space="preserve">            от _</w:t>
      </w:r>
      <w:r>
        <w:rPr>
          <w:rFonts w:ascii="Times New Roman" w:hAnsi="Times New Roman" w:cs="Times New Roman"/>
          <w:sz w:val="28"/>
          <w:szCs w:val="28"/>
          <w:u w:val="single"/>
        </w:rPr>
        <w:t>26.11.2020</w:t>
      </w:r>
      <w:r w:rsidRPr="00160D44">
        <w:rPr>
          <w:rFonts w:ascii="Times New Roman" w:hAnsi="Times New Roman" w:cs="Times New Roman"/>
          <w:sz w:val="28"/>
          <w:szCs w:val="28"/>
        </w:rPr>
        <w:t>__ № _</w:t>
      </w:r>
      <w:r>
        <w:rPr>
          <w:rFonts w:ascii="Times New Roman" w:hAnsi="Times New Roman" w:cs="Times New Roman"/>
          <w:sz w:val="28"/>
          <w:szCs w:val="28"/>
          <w:u w:val="single"/>
        </w:rPr>
        <w:t>48</w:t>
      </w:r>
      <w:r w:rsidRPr="00160D44">
        <w:rPr>
          <w:rFonts w:ascii="Times New Roman" w:hAnsi="Times New Roman" w:cs="Times New Roman"/>
          <w:sz w:val="28"/>
          <w:szCs w:val="28"/>
        </w:rPr>
        <w:t>__</w:t>
      </w:r>
    </w:p>
    <w:p w:rsidR="000B5978" w:rsidRPr="00160D44" w:rsidRDefault="000B597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7"/>
      <w:bookmarkEnd w:id="1"/>
    </w:p>
    <w:p w:rsidR="000B5978" w:rsidRPr="00160D44" w:rsidRDefault="000B5978" w:rsidP="00160D4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60D44">
        <w:rPr>
          <w:rFonts w:ascii="Times New Roman" w:hAnsi="Times New Roman" w:cs="Times New Roman"/>
          <w:sz w:val="28"/>
          <w:szCs w:val="28"/>
        </w:rPr>
        <w:t xml:space="preserve">Случаи и условия продления срока исполнения бюджетной меры принуждения на срок более одного </w:t>
      </w:r>
    </w:p>
    <w:p w:rsidR="000B5978" w:rsidRPr="00160D44" w:rsidRDefault="000B5978">
      <w:pPr>
        <w:spacing w:after="1"/>
        <w:rPr>
          <w:sz w:val="28"/>
          <w:szCs w:val="28"/>
        </w:rPr>
      </w:pPr>
    </w:p>
    <w:p w:rsidR="000B5978" w:rsidRPr="009D1CD3" w:rsidRDefault="000B59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1CD3">
        <w:rPr>
          <w:rFonts w:ascii="Times New Roman" w:hAnsi="Times New Roman" w:cs="Times New Roman"/>
          <w:sz w:val="28"/>
          <w:szCs w:val="28"/>
        </w:rPr>
        <w:t xml:space="preserve">1. Настоящий документ устанавливает случаи и условия продления исполнения бюджетной меры принуждения на срок более одного года в соответствии с решением Финансового отдела администрации </w:t>
      </w:r>
      <w:r>
        <w:rPr>
          <w:rFonts w:ascii="Times New Roman" w:hAnsi="Times New Roman" w:cs="Times New Roman"/>
          <w:sz w:val="28"/>
          <w:szCs w:val="28"/>
        </w:rPr>
        <w:t>Юрьевецкого</w:t>
      </w:r>
      <w:r w:rsidRPr="009D1CD3">
        <w:rPr>
          <w:rFonts w:ascii="Times New Roman" w:hAnsi="Times New Roman" w:cs="Times New Roman"/>
          <w:sz w:val="28"/>
          <w:szCs w:val="28"/>
        </w:rPr>
        <w:t xml:space="preserve"> муниципального района (далее – Финансовый отдел).</w:t>
      </w:r>
    </w:p>
    <w:p w:rsidR="000B5978" w:rsidRPr="003D0109" w:rsidRDefault="000B597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4"/>
      <w:bookmarkEnd w:id="2"/>
      <w:r w:rsidRPr="009D1CD3">
        <w:rPr>
          <w:rFonts w:ascii="Times New Roman" w:hAnsi="Times New Roman" w:cs="Times New Roman"/>
          <w:sz w:val="28"/>
          <w:szCs w:val="28"/>
        </w:rPr>
        <w:t xml:space="preserve">2. Продление исполнения бюджетной меры принуждения </w:t>
      </w:r>
      <w:r w:rsidRPr="003830DF">
        <w:rPr>
          <w:rFonts w:ascii="Times New Roman" w:hAnsi="Times New Roman" w:cs="Times New Roman"/>
          <w:sz w:val="28"/>
          <w:szCs w:val="28"/>
        </w:rPr>
        <w:t>на срок более одного года осуществляется в случае, если общая сумма</w:t>
      </w:r>
      <w:r>
        <w:rPr>
          <w:rFonts w:ascii="Times New Roman" w:hAnsi="Times New Roman" w:cs="Times New Roman"/>
          <w:sz w:val="28"/>
          <w:szCs w:val="28"/>
        </w:rPr>
        <w:t xml:space="preserve"> средств   бюджета поселения , подлежащ</w:t>
      </w:r>
      <w:r w:rsidRPr="003830DF">
        <w:rPr>
          <w:rFonts w:ascii="Times New Roman" w:hAnsi="Times New Roman" w:cs="Times New Roman"/>
          <w:sz w:val="28"/>
          <w:szCs w:val="28"/>
        </w:rPr>
        <w:t>их бесспорному взысканию в соответствии с решениями о применении бюджетных мер принуждения (далее - общий объем средств, подлежащих бесспорному взысканию)</w:t>
      </w:r>
      <w:r>
        <w:rPr>
          <w:rFonts w:ascii="Times New Roman" w:hAnsi="Times New Roman" w:cs="Times New Roman"/>
          <w:sz w:val="28"/>
          <w:szCs w:val="28"/>
        </w:rPr>
        <w:t xml:space="preserve"> за совершение бюджетных нарушений, предусмотренных главой 30 Бюджетного кодекса Российской Федерации,</w:t>
      </w:r>
      <w:r w:rsidRPr="003830DF">
        <w:rPr>
          <w:rFonts w:ascii="Times New Roman" w:hAnsi="Times New Roman" w:cs="Times New Roman"/>
          <w:sz w:val="28"/>
          <w:szCs w:val="28"/>
        </w:rPr>
        <w:t xml:space="preserve"> превышает 2 процента суммы объема налоговых и неналоговых доходов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30DF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3830DF">
        <w:rPr>
          <w:rFonts w:ascii="Times New Roman" w:hAnsi="Times New Roman" w:cs="Times New Roman"/>
          <w:sz w:val="28"/>
          <w:szCs w:val="28"/>
        </w:rPr>
        <w:t>на текущий финансовый год, утвержденного решением о бюджете поселения на текущий финансовый год и плановый период (далее - сумма налоговых и неналоговых доходов</w:t>
      </w:r>
      <w:r w:rsidRPr="003D0109">
        <w:rPr>
          <w:rFonts w:ascii="Times New Roman" w:hAnsi="Times New Roman" w:cs="Times New Roman"/>
          <w:sz w:val="28"/>
          <w:szCs w:val="28"/>
        </w:rPr>
        <w:t xml:space="preserve">), и объема дотации на выравнивание бюджетной обеспеченности поселения, предусмотренного бюджету поселения на текущий финансовый год решением о бюджете </w:t>
      </w:r>
      <w:r>
        <w:rPr>
          <w:rFonts w:ascii="Times New Roman" w:hAnsi="Times New Roman" w:cs="Times New Roman"/>
          <w:sz w:val="28"/>
          <w:szCs w:val="28"/>
        </w:rPr>
        <w:t>Юрьевецкого</w:t>
      </w:r>
      <w:r w:rsidRPr="003D0109">
        <w:rPr>
          <w:rFonts w:ascii="Times New Roman" w:hAnsi="Times New Roman" w:cs="Times New Roman"/>
          <w:sz w:val="28"/>
          <w:szCs w:val="28"/>
        </w:rPr>
        <w:t xml:space="preserve"> муниципального района на текущий финансовый год и плановый период, в случае передачи </w:t>
      </w:r>
      <w:r>
        <w:rPr>
          <w:rFonts w:ascii="Times New Roman" w:hAnsi="Times New Roman" w:cs="Times New Roman"/>
          <w:sz w:val="28"/>
          <w:szCs w:val="28"/>
        </w:rPr>
        <w:t>Юрьевецкого</w:t>
      </w:r>
      <w:r w:rsidRPr="003D0109">
        <w:rPr>
          <w:rFonts w:ascii="Times New Roman" w:hAnsi="Times New Roman" w:cs="Times New Roman"/>
          <w:sz w:val="28"/>
          <w:szCs w:val="28"/>
        </w:rPr>
        <w:t xml:space="preserve"> муниципальному району полномочий субъекта Российской Федерации на выравнивание бюджетной обеспеченности поселений (далее - Дотация).</w:t>
      </w:r>
    </w:p>
    <w:p w:rsidR="000B5978" w:rsidRPr="002441FE" w:rsidRDefault="000B597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41FE">
        <w:rPr>
          <w:rFonts w:ascii="Times New Roman" w:hAnsi="Times New Roman" w:cs="Times New Roman"/>
          <w:sz w:val="28"/>
          <w:szCs w:val="28"/>
        </w:rPr>
        <w:t xml:space="preserve">3. Для продления исполнения бюджетной меры принуждения на срок более одного года Глава поселения, в отношении которого принято решение о применении бюджетной меры принуждения, направляет на имя Главы </w:t>
      </w:r>
      <w:r>
        <w:rPr>
          <w:rFonts w:ascii="Times New Roman" w:hAnsi="Times New Roman" w:cs="Times New Roman"/>
          <w:sz w:val="28"/>
          <w:szCs w:val="28"/>
        </w:rPr>
        <w:t>Юрьевецкого</w:t>
      </w:r>
      <w:r w:rsidRPr="002441FE">
        <w:rPr>
          <w:rFonts w:ascii="Times New Roman" w:hAnsi="Times New Roman" w:cs="Times New Roman"/>
          <w:sz w:val="28"/>
          <w:szCs w:val="28"/>
        </w:rPr>
        <w:t xml:space="preserve"> муниципального района обращение об установлении срока исполнения бюджетной меры принуждения более одного года со дня принятия решения о применении бюджетной меры принуждения (далее - Обращение).</w:t>
      </w:r>
    </w:p>
    <w:p w:rsidR="000B5978" w:rsidRPr="00C6159B" w:rsidRDefault="000B597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46"/>
      <w:bookmarkEnd w:id="3"/>
      <w:r w:rsidRPr="00C6159B">
        <w:rPr>
          <w:rFonts w:ascii="Times New Roman" w:hAnsi="Times New Roman" w:cs="Times New Roman"/>
          <w:sz w:val="28"/>
          <w:szCs w:val="28"/>
        </w:rPr>
        <w:t>4. Обращение должно содержать обоснование необходимости установления срока исполнения бюджетной меры принуждения более одного года с указанием реквизитов соответствующих решений о применении бюджетных мер принуждения, сведения о сумме налоговых и неналоговых доходов и Дотации, а также принятие поселением, в отношении которого принято решение о применении бюджетной меры принуждения (далее - поселение), следующих обязательств:</w:t>
      </w:r>
    </w:p>
    <w:p w:rsidR="000B5978" w:rsidRPr="00C45C63" w:rsidRDefault="000B597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5C63">
        <w:rPr>
          <w:rFonts w:ascii="Times New Roman" w:hAnsi="Times New Roman" w:cs="Times New Roman"/>
          <w:sz w:val="28"/>
          <w:szCs w:val="28"/>
        </w:rPr>
        <w:t>а) организация исполнения бюджета поселения с открытием и ведением лицевых счетов для учета операций главных распорядителей, распорядителей, получателей средств бюджета поселения и главных администраторов (администраторов) источников финансирования дефицита бюджета поселения в Управлении на основании соглашения об осуществлении Управлением отдельных функций по исполнению бюджета при кассовом обслуживании исполнения бюджета, заключенного Управлением и администрацией поселения (далее - Соглашение), подлежащего согласованию с Финансовым отделом и включающего положения:</w:t>
      </w:r>
    </w:p>
    <w:p w:rsidR="000B5978" w:rsidRPr="001C5FB8" w:rsidRDefault="000B597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5FB8">
        <w:rPr>
          <w:rFonts w:ascii="Times New Roman" w:hAnsi="Times New Roman" w:cs="Times New Roman"/>
          <w:sz w:val="28"/>
          <w:szCs w:val="28"/>
        </w:rPr>
        <w:t>о передаче Управлению функций финансового органа поселения по учету бюджетных обязательств и санкционированию оплаты денежных обязательств получателей средств бюджета поселения;</w:t>
      </w:r>
    </w:p>
    <w:p w:rsidR="000B5978" w:rsidRPr="003F140B" w:rsidRDefault="000B597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49"/>
      <w:bookmarkEnd w:id="4"/>
      <w:r w:rsidRPr="003F140B">
        <w:rPr>
          <w:rFonts w:ascii="Times New Roman" w:hAnsi="Times New Roman" w:cs="Times New Roman"/>
          <w:sz w:val="28"/>
          <w:szCs w:val="28"/>
        </w:rPr>
        <w:t>об очередности списания денежных средств по перечню первоочередных платежей, осуществляемых за счет средств бюджета поселения, являющемуся неотъемлемой частью Соглашения;</w:t>
      </w:r>
    </w:p>
    <w:p w:rsidR="000B5978" w:rsidRPr="003F140B" w:rsidRDefault="000B597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140B">
        <w:rPr>
          <w:rFonts w:ascii="Times New Roman" w:hAnsi="Times New Roman" w:cs="Times New Roman"/>
          <w:sz w:val="28"/>
          <w:szCs w:val="28"/>
        </w:rPr>
        <w:t xml:space="preserve">о недопустимости проведения кассовых выплат по расходным обязательствам поселения, не включенным в перечень первоочередных платежей, указанный в </w:t>
      </w:r>
      <w:hyperlink w:anchor="P49" w:history="1">
        <w:r w:rsidRPr="00166C6C">
          <w:rPr>
            <w:rFonts w:ascii="Times New Roman" w:hAnsi="Times New Roman" w:cs="Times New Roman"/>
            <w:color w:val="000000"/>
            <w:sz w:val="28"/>
            <w:szCs w:val="28"/>
          </w:rPr>
          <w:t>абзаце третьем</w:t>
        </w:r>
      </w:hyperlink>
      <w:r w:rsidRPr="00166C6C">
        <w:rPr>
          <w:rFonts w:ascii="Times New Roman" w:hAnsi="Times New Roman" w:cs="Times New Roman"/>
          <w:color w:val="000000"/>
          <w:sz w:val="28"/>
          <w:szCs w:val="28"/>
        </w:rPr>
        <w:t xml:space="preserve"> н</w:t>
      </w:r>
      <w:r w:rsidRPr="003F140B">
        <w:rPr>
          <w:rFonts w:ascii="Times New Roman" w:hAnsi="Times New Roman" w:cs="Times New Roman"/>
          <w:sz w:val="28"/>
          <w:szCs w:val="28"/>
        </w:rPr>
        <w:t>астоящего подпункта, при наличии просроченной кредиторской задолженности по расходным обязательствам поселения, включенным в указанный перечень.</w:t>
      </w:r>
    </w:p>
    <w:p w:rsidR="000B5978" w:rsidRPr="00166C6C" w:rsidRDefault="000B597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C6C">
        <w:rPr>
          <w:rFonts w:ascii="Times New Roman" w:hAnsi="Times New Roman" w:cs="Times New Roman"/>
          <w:sz w:val="28"/>
          <w:szCs w:val="28"/>
        </w:rPr>
        <w:t>Поселение в течение 5 рабочих дней со дня подписания Соглашения информирует Финансовый отдел о заключении Соглашения с одновременным направлением его копии;</w:t>
      </w:r>
    </w:p>
    <w:p w:rsidR="000B5978" w:rsidRPr="00166C6C" w:rsidRDefault="000B597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C6C">
        <w:rPr>
          <w:rFonts w:ascii="Times New Roman" w:hAnsi="Times New Roman" w:cs="Times New Roman"/>
          <w:sz w:val="28"/>
          <w:szCs w:val="28"/>
        </w:rPr>
        <w:t>б) осуществление в соответствии с действующим законодательством казначейского сопровождения:</w:t>
      </w:r>
    </w:p>
    <w:p w:rsidR="000B5978" w:rsidRPr="00C0686B" w:rsidRDefault="000B597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53"/>
      <w:bookmarkEnd w:id="5"/>
      <w:r w:rsidRPr="00C0686B">
        <w:rPr>
          <w:rFonts w:ascii="Times New Roman" w:hAnsi="Times New Roman" w:cs="Times New Roman"/>
          <w:sz w:val="28"/>
          <w:szCs w:val="28"/>
        </w:rPr>
        <w:t>авансовых платежей по муниципальным контрактам о поставке товаров, выполнении работ, оказании услуг для обеспечения муниципальных нужд, авансовых платежей по муниципальным контрактам, предметом которых являются капитальные вложения в объекты муниципальной собственности, субсидий и бюджетных инвестиций, предоставляемых юридическим лицам, авансовых платежей по контрактам (договорам) о поставке товаров, выполнении работ, оказании услуг, заключаемым муниципальными бюджетными учреждениями, если в целях софинансирования (финансового обеспечения) соответствующих расходных обязательств поселения из федерального бюджета и областного бюджета предоставляются субсидии и иные межбюджетные трансферты;</w:t>
      </w:r>
    </w:p>
    <w:p w:rsidR="000B5978" w:rsidRPr="00C0686B" w:rsidRDefault="000B597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54"/>
      <w:bookmarkEnd w:id="6"/>
      <w:r w:rsidRPr="00C0686B">
        <w:rPr>
          <w:rFonts w:ascii="Times New Roman" w:hAnsi="Times New Roman" w:cs="Times New Roman"/>
          <w:sz w:val="28"/>
          <w:szCs w:val="28"/>
        </w:rPr>
        <w:t xml:space="preserve">авансовых платежей по контрактам (договорам) о поставке товаров, выполнении работ, оказании услуг, заключаемым получателями субсидий и бюджетных инвестиций, указанным в </w:t>
      </w:r>
      <w:hyperlink w:anchor="P53" w:history="1">
        <w:r w:rsidRPr="00C0686B">
          <w:rPr>
            <w:rFonts w:ascii="Times New Roman" w:hAnsi="Times New Roman" w:cs="Times New Roman"/>
            <w:color w:val="000000"/>
            <w:sz w:val="28"/>
            <w:szCs w:val="28"/>
          </w:rPr>
          <w:t>абзаце втором</w:t>
        </w:r>
      </w:hyperlink>
      <w:r w:rsidRPr="00C0686B">
        <w:rPr>
          <w:rFonts w:ascii="Times New Roman" w:hAnsi="Times New Roman" w:cs="Times New Roman"/>
          <w:sz w:val="28"/>
          <w:szCs w:val="28"/>
        </w:rPr>
        <w:t xml:space="preserve"> настоящего подпункта;</w:t>
      </w:r>
    </w:p>
    <w:p w:rsidR="000B5978" w:rsidRPr="00C0686B" w:rsidRDefault="000B597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686B">
        <w:rPr>
          <w:rFonts w:ascii="Times New Roman" w:hAnsi="Times New Roman" w:cs="Times New Roman"/>
          <w:color w:val="000000"/>
          <w:sz w:val="28"/>
          <w:szCs w:val="28"/>
        </w:rPr>
        <w:t xml:space="preserve">авансовых платежей по контрактам (договорам) о поставке товаров, выполнении работ, оказании услуг, заключаемым исполнителями и соисполнителями в рамках исполнения указанных в </w:t>
      </w:r>
      <w:hyperlink w:anchor="P53" w:history="1">
        <w:r w:rsidRPr="00C0686B">
          <w:rPr>
            <w:rFonts w:ascii="Times New Roman" w:hAnsi="Times New Roman" w:cs="Times New Roman"/>
            <w:color w:val="000000"/>
            <w:sz w:val="28"/>
            <w:szCs w:val="28"/>
          </w:rPr>
          <w:t>абзацах втором</w:t>
        </w:r>
      </w:hyperlink>
      <w:r w:rsidRPr="00C0686B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hyperlink w:anchor="P54" w:history="1">
        <w:r w:rsidRPr="00C0686B">
          <w:rPr>
            <w:rFonts w:ascii="Times New Roman" w:hAnsi="Times New Roman" w:cs="Times New Roman"/>
            <w:color w:val="000000"/>
            <w:sz w:val="28"/>
            <w:szCs w:val="28"/>
          </w:rPr>
          <w:t>третьем</w:t>
        </w:r>
      </w:hyperlink>
      <w:r w:rsidRPr="00C0686B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подпункта муниципальных контрактов (контрактов, договоров);</w:t>
      </w:r>
    </w:p>
    <w:p w:rsidR="000B5978" w:rsidRPr="00BD650C" w:rsidRDefault="000B597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650C">
        <w:rPr>
          <w:rFonts w:ascii="Times New Roman" w:hAnsi="Times New Roman" w:cs="Times New Roman"/>
          <w:sz w:val="28"/>
          <w:szCs w:val="28"/>
        </w:rPr>
        <w:t>в) запрет на финансовое обеспечение за счет средств бюджета поселения капитальных вложений в объекты муниципальной 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( в том числе в форме субсидий и иных межбюджетных трансфертов бюджетам поселений)</w:t>
      </w:r>
      <w:r w:rsidRPr="00BD650C">
        <w:rPr>
          <w:rFonts w:ascii="Times New Roman" w:hAnsi="Times New Roman" w:cs="Times New Roman"/>
          <w:sz w:val="28"/>
          <w:szCs w:val="28"/>
        </w:rPr>
        <w:t>, кроме случаев:</w:t>
      </w:r>
    </w:p>
    <w:p w:rsidR="000B5978" w:rsidRPr="00BD650C" w:rsidRDefault="000B597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650C">
        <w:rPr>
          <w:rFonts w:ascii="Times New Roman" w:hAnsi="Times New Roman" w:cs="Times New Roman"/>
          <w:sz w:val="28"/>
          <w:szCs w:val="28"/>
        </w:rPr>
        <w:t>когда в целях софинансирования (финансового обеспечения) капитальных вложений в объекты муниципальной собственности бюджет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D650C">
        <w:rPr>
          <w:rFonts w:ascii="Times New Roman" w:hAnsi="Times New Roman" w:cs="Times New Roman"/>
          <w:sz w:val="28"/>
          <w:szCs w:val="28"/>
        </w:rPr>
        <w:t xml:space="preserve"> поселения </w:t>
      </w:r>
      <w:r>
        <w:rPr>
          <w:rFonts w:ascii="Times New Roman" w:hAnsi="Times New Roman" w:cs="Times New Roman"/>
          <w:sz w:val="28"/>
          <w:szCs w:val="28"/>
        </w:rPr>
        <w:t xml:space="preserve">предоставляются субсидии и иные межбюджетные трансферты из областного бюджета, а так же целевые безвозмездные поступления </w:t>
      </w:r>
      <w:r w:rsidRPr="00BD650C">
        <w:rPr>
          <w:rFonts w:ascii="Times New Roman" w:hAnsi="Times New Roman" w:cs="Times New Roman"/>
          <w:sz w:val="28"/>
          <w:szCs w:val="28"/>
        </w:rPr>
        <w:t>от государственной корпорации - Фонда содействия реформированию жилищно-коммунального хозяйства, государственных внебюджетных фондов, некоммерческой организации "Фонд развития моногородов";</w:t>
      </w:r>
    </w:p>
    <w:p w:rsidR="000B5978" w:rsidRPr="00BD650C" w:rsidRDefault="000B597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650C">
        <w:rPr>
          <w:rFonts w:ascii="Times New Roman" w:hAnsi="Times New Roman" w:cs="Times New Roman"/>
          <w:sz w:val="28"/>
          <w:szCs w:val="28"/>
        </w:rPr>
        <w:t>финансового обеспечения капитальных вложений в объекты муниципальной собственности, осуществляемых за счет муниципального дорожного фонда в рамках региональных проектов Ивановской области, направленных на достижение целей и целевых показателей федеральных проектов, входящих в состав национальных проектов, при наличии согласования (письменного подтверждения) руководителя федерального проекта;</w:t>
      </w:r>
    </w:p>
    <w:p w:rsidR="000B5978" w:rsidRDefault="000B597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650C">
        <w:rPr>
          <w:rFonts w:ascii="Times New Roman" w:hAnsi="Times New Roman" w:cs="Times New Roman"/>
          <w:sz w:val="28"/>
          <w:szCs w:val="28"/>
        </w:rPr>
        <w:t>финансового обеспечения капитальных вложений, связанных с изготовлением (корректировкой) проектно-сметной документации объектов капитального строительства (реконструкции), планируемых к строительству (строящихся) в рамках региональных проектов Ивановской области, направленных на достижение целей и целевых показателей федеральных проектов, входящих в состав национальных проектов, при наличии согласования (письменного подтверждения) руководителя федерального проекта;</w:t>
      </w:r>
    </w:p>
    <w:p w:rsidR="000B5978" w:rsidRDefault="000B597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финансового обеспечения капитальных вложений в объекты муниципальной собственности, связанные с профилактикой и устранением последствий распространения коронавирусной инфекции;</w:t>
      </w:r>
    </w:p>
    <w:p w:rsidR="000B5978" w:rsidRPr="00BD650C" w:rsidRDefault="000B597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иных случаях в части финансового обеспечения за счет средств местного бюджета, установленных решением Правительства Ивановской области</w:t>
      </w:r>
    </w:p>
    <w:p w:rsidR="000B5978" w:rsidRPr="00FF71CA" w:rsidRDefault="000B597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71CA">
        <w:rPr>
          <w:rFonts w:ascii="Times New Roman" w:hAnsi="Times New Roman" w:cs="Times New Roman"/>
          <w:sz w:val="28"/>
          <w:szCs w:val="28"/>
        </w:rPr>
        <w:t xml:space="preserve">г) согласование с Финансовым отделом проектов решений о бюджете поселения на очередной финансовый год и плановый период или очередной финансовый год и о внесении изменений в решение о бюджете поселения до внесения в представительный орган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FF71CA">
        <w:rPr>
          <w:rFonts w:ascii="Times New Roman" w:hAnsi="Times New Roman" w:cs="Times New Roman"/>
          <w:sz w:val="28"/>
          <w:szCs w:val="28"/>
        </w:rPr>
        <w:t>;</w:t>
      </w:r>
    </w:p>
    <w:p w:rsidR="000B5978" w:rsidRPr="00691DF2" w:rsidRDefault="000B597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1DF2">
        <w:rPr>
          <w:rFonts w:ascii="Times New Roman" w:hAnsi="Times New Roman" w:cs="Times New Roman"/>
          <w:sz w:val="28"/>
          <w:szCs w:val="28"/>
        </w:rPr>
        <w:t>д) исполнение иных обязательств, установленных Финансовым отделом при принятии решений о продлении исполнения бюджетной меры принуждения на срок более одного года;</w:t>
      </w:r>
    </w:p>
    <w:p w:rsidR="000B5978" w:rsidRPr="00341646" w:rsidRDefault="000B597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1646">
        <w:rPr>
          <w:rFonts w:ascii="Times New Roman" w:hAnsi="Times New Roman" w:cs="Times New Roman"/>
          <w:sz w:val="28"/>
          <w:szCs w:val="28"/>
        </w:rPr>
        <w:t>е) единовременное исполнение бюджетной меры принуждения при нарушении поселением, в отношении которого принято решение о применении бюджетной меры принуждения, обязательств, указанных в настоящем пункте.</w:t>
      </w:r>
    </w:p>
    <w:p w:rsidR="000B5978" w:rsidRPr="001E02C8" w:rsidRDefault="000B597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02C8">
        <w:rPr>
          <w:rFonts w:ascii="Times New Roman" w:hAnsi="Times New Roman" w:cs="Times New Roman"/>
          <w:sz w:val="28"/>
          <w:szCs w:val="28"/>
        </w:rPr>
        <w:t xml:space="preserve">5. В течение 5 календарных дней со дня поступления в Финансовый отдел соответствующего поручения Главы </w:t>
      </w:r>
      <w:r>
        <w:rPr>
          <w:rFonts w:ascii="Times New Roman" w:hAnsi="Times New Roman" w:cs="Times New Roman"/>
          <w:sz w:val="28"/>
          <w:szCs w:val="28"/>
        </w:rPr>
        <w:t>Юрьевецкого</w:t>
      </w:r>
      <w:r w:rsidRPr="001E02C8">
        <w:rPr>
          <w:rFonts w:ascii="Times New Roman" w:hAnsi="Times New Roman" w:cs="Times New Roman"/>
          <w:sz w:val="28"/>
          <w:szCs w:val="28"/>
        </w:rPr>
        <w:t xml:space="preserve"> муниципального района Финансовый отдел запрашивает в Управлении Федерального казначейства по Ивановской области (далее - Управление) сведения об общем объеме средств, подлежащих бесспорному взысканию, и остатках суммы средств, подлежащих взысканию за счет доходов бюджета поселения, в соответствии с решением о применении бюджетной меры принуждения, по состоянию на текущую дату.</w:t>
      </w:r>
    </w:p>
    <w:p w:rsidR="000B5978" w:rsidRPr="00BC4B99" w:rsidRDefault="000B597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4B99">
        <w:rPr>
          <w:rFonts w:ascii="Times New Roman" w:hAnsi="Times New Roman" w:cs="Times New Roman"/>
          <w:sz w:val="28"/>
          <w:szCs w:val="28"/>
        </w:rPr>
        <w:t>Управление в течение 5 календарных дней направляет указанные сведения в адрес Финансового отдела.</w:t>
      </w:r>
    </w:p>
    <w:p w:rsidR="000B5978" w:rsidRPr="00BC4B99" w:rsidRDefault="000B597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4B99">
        <w:rPr>
          <w:rFonts w:ascii="Times New Roman" w:hAnsi="Times New Roman" w:cs="Times New Roman"/>
          <w:sz w:val="28"/>
          <w:szCs w:val="28"/>
        </w:rPr>
        <w:t xml:space="preserve">6. Финансовый отдел принимает решение о продлении исполнения бюджетной меры принуждения на срок до пяти лет при условии принятия поселением обязательств, указанных в </w:t>
      </w:r>
      <w:hyperlink w:anchor="P46" w:history="1">
        <w:r w:rsidRPr="00BC4B99">
          <w:rPr>
            <w:rFonts w:ascii="Times New Roman" w:hAnsi="Times New Roman" w:cs="Times New Roman"/>
            <w:color w:val="000000"/>
            <w:sz w:val="28"/>
            <w:szCs w:val="28"/>
          </w:rPr>
          <w:t>пункте 4</w:t>
        </w:r>
      </w:hyperlink>
      <w:r w:rsidRPr="00BC4B99">
        <w:rPr>
          <w:rFonts w:ascii="Times New Roman" w:hAnsi="Times New Roman" w:cs="Times New Roman"/>
          <w:color w:val="000000"/>
          <w:sz w:val="28"/>
          <w:szCs w:val="28"/>
        </w:rPr>
        <w:t xml:space="preserve"> н</w:t>
      </w:r>
      <w:r w:rsidRPr="00BC4B99">
        <w:rPr>
          <w:rFonts w:ascii="Times New Roman" w:hAnsi="Times New Roman" w:cs="Times New Roman"/>
          <w:sz w:val="28"/>
          <w:szCs w:val="28"/>
        </w:rPr>
        <w:t>астоящего документа, путем предоставления рассрочки бесспорного взыскания суммы средств, которое, после предоставления указанной рассрочки, осуществляется ежегодно в размере не более 2 процентов суммы налоговых и неналоговых доходов и Дотаций до полного исполнения бюджетной меры принуждения.</w:t>
      </w:r>
    </w:p>
    <w:p w:rsidR="000B5978" w:rsidRPr="009F3A6A" w:rsidRDefault="000B597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3A6A">
        <w:rPr>
          <w:rFonts w:ascii="Times New Roman" w:hAnsi="Times New Roman" w:cs="Times New Roman"/>
          <w:sz w:val="28"/>
          <w:szCs w:val="28"/>
        </w:rPr>
        <w:t>В случае, если сумма средств, подлежащих ежегодному бесспорному взысканию в соответствии с решением Финансового отдела о применении бюджетной меры принуждения, в течение пяти лет превышает 2 процента суммы налоговых и неналоговых доходов и Дотации, исполнение бюджетной меры принуждения осуществляется в течение пяти лет ежегодно равными суммами.</w:t>
      </w:r>
    </w:p>
    <w:p w:rsidR="000B5978" w:rsidRPr="000A4DB4" w:rsidRDefault="000B597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4DB4">
        <w:rPr>
          <w:rFonts w:ascii="Times New Roman" w:hAnsi="Times New Roman" w:cs="Times New Roman"/>
          <w:sz w:val="28"/>
          <w:szCs w:val="28"/>
        </w:rPr>
        <w:t xml:space="preserve">7. В случае несоответствия значения общего объема средств, подлежащих бесспорному взысканию, значению, указанному в </w:t>
      </w:r>
      <w:hyperlink w:anchor="P44" w:history="1">
        <w:r w:rsidRPr="000A4DB4">
          <w:rPr>
            <w:rFonts w:ascii="Times New Roman" w:hAnsi="Times New Roman" w:cs="Times New Roman"/>
            <w:color w:val="000000"/>
            <w:sz w:val="28"/>
            <w:szCs w:val="28"/>
          </w:rPr>
          <w:t>пункте 2</w:t>
        </w:r>
      </w:hyperlink>
      <w:r w:rsidRPr="000A4DB4">
        <w:rPr>
          <w:rFonts w:ascii="Times New Roman" w:hAnsi="Times New Roman" w:cs="Times New Roman"/>
          <w:sz w:val="28"/>
          <w:szCs w:val="28"/>
        </w:rPr>
        <w:t xml:space="preserve"> настоящего документа, и (или) невыполнения поселением в полном объеме требований, установленных </w:t>
      </w:r>
      <w:hyperlink w:anchor="P46" w:history="1">
        <w:r w:rsidRPr="000A4DB4">
          <w:rPr>
            <w:rFonts w:ascii="Times New Roman" w:hAnsi="Times New Roman" w:cs="Times New Roman"/>
            <w:color w:val="000000"/>
            <w:sz w:val="28"/>
            <w:szCs w:val="28"/>
          </w:rPr>
          <w:t>пунктом 4</w:t>
        </w:r>
      </w:hyperlink>
      <w:r w:rsidRPr="000A4DB4">
        <w:rPr>
          <w:rFonts w:ascii="Times New Roman" w:hAnsi="Times New Roman" w:cs="Times New Roman"/>
          <w:sz w:val="28"/>
          <w:szCs w:val="28"/>
        </w:rPr>
        <w:t xml:space="preserve"> настоящего документа, Финансовый отдел информирует Главу </w:t>
      </w:r>
      <w:r>
        <w:rPr>
          <w:rFonts w:ascii="Times New Roman" w:hAnsi="Times New Roman" w:cs="Times New Roman"/>
          <w:sz w:val="28"/>
          <w:szCs w:val="28"/>
        </w:rPr>
        <w:t>Юрьевецкого</w:t>
      </w:r>
      <w:r w:rsidRPr="000A4DB4">
        <w:rPr>
          <w:rFonts w:ascii="Times New Roman" w:hAnsi="Times New Roman" w:cs="Times New Roman"/>
          <w:sz w:val="28"/>
          <w:szCs w:val="28"/>
        </w:rPr>
        <w:t xml:space="preserve"> муниципального района о невозможности принятия решения о продлении исполнения бюджетной меры принуждения на срок более одного года.</w:t>
      </w:r>
    </w:p>
    <w:p w:rsidR="000B5978" w:rsidRPr="0019030A" w:rsidRDefault="000B597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030A">
        <w:rPr>
          <w:rFonts w:ascii="Times New Roman" w:hAnsi="Times New Roman" w:cs="Times New Roman"/>
          <w:sz w:val="28"/>
          <w:szCs w:val="28"/>
        </w:rPr>
        <w:t xml:space="preserve">8. Обязательства, предусмотренные </w:t>
      </w:r>
      <w:hyperlink w:anchor="P46" w:history="1">
        <w:r w:rsidRPr="0019030A">
          <w:rPr>
            <w:rFonts w:ascii="Times New Roman" w:hAnsi="Times New Roman" w:cs="Times New Roman"/>
            <w:color w:val="000000"/>
            <w:sz w:val="28"/>
            <w:szCs w:val="28"/>
          </w:rPr>
          <w:t>пунктом 4</w:t>
        </w:r>
      </w:hyperlink>
      <w:r w:rsidRPr="001903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9030A">
        <w:rPr>
          <w:rFonts w:ascii="Times New Roman" w:hAnsi="Times New Roman" w:cs="Times New Roman"/>
          <w:sz w:val="28"/>
          <w:szCs w:val="28"/>
        </w:rPr>
        <w:t>настоящего документа, подлежат включению в Соглашение об условиях продления исполнения бюджетной меры принуждения на срок более одного года (далее - Соглашение об условиях).</w:t>
      </w:r>
    </w:p>
    <w:p w:rsidR="000B5978" w:rsidRPr="00F47236" w:rsidRDefault="000B597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7236">
        <w:rPr>
          <w:rFonts w:ascii="Times New Roman" w:hAnsi="Times New Roman" w:cs="Times New Roman"/>
          <w:sz w:val="28"/>
          <w:szCs w:val="28"/>
        </w:rPr>
        <w:t xml:space="preserve">Соглашение об условиях заключается Финансовым отделом и Главой поселения по форме, определяемой Финансовым отделом, в течение 20 календарных дней со дня поступления в Финансовый отдел Обращения и поручения Главы </w:t>
      </w:r>
      <w:r>
        <w:rPr>
          <w:rFonts w:ascii="Times New Roman" w:hAnsi="Times New Roman" w:cs="Times New Roman"/>
          <w:sz w:val="28"/>
          <w:szCs w:val="28"/>
        </w:rPr>
        <w:t>Юрьевецкого</w:t>
      </w:r>
      <w:r w:rsidRPr="00F47236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0B5978" w:rsidRPr="00F47236" w:rsidRDefault="000B597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7236">
        <w:rPr>
          <w:rFonts w:ascii="Times New Roman" w:hAnsi="Times New Roman" w:cs="Times New Roman"/>
          <w:sz w:val="28"/>
          <w:szCs w:val="28"/>
        </w:rPr>
        <w:t xml:space="preserve">Соглашение об условиях должно предусматривать положение об осуществлении Финансовым отделом и Управлением контроля за исполнением поселением обязательств, указанных в </w:t>
      </w:r>
      <w:hyperlink w:anchor="P46" w:history="1">
        <w:r w:rsidRPr="00F47236">
          <w:rPr>
            <w:rFonts w:ascii="Times New Roman" w:hAnsi="Times New Roman" w:cs="Times New Roman"/>
            <w:color w:val="000000"/>
            <w:sz w:val="28"/>
            <w:szCs w:val="28"/>
          </w:rPr>
          <w:t>пункте 4</w:t>
        </w:r>
      </w:hyperlink>
      <w:r w:rsidRPr="00F47236">
        <w:rPr>
          <w:rFonts w:ascii="Times New Roman" w:hAnsi="Times New Roman" w:cs="Times New Roman"/>
          <w:color w:val="000000"/>
          <w:sz w:val="28"/>
          <w:szCs w:val="28"/>
        </w:rPr>
        <w:t xml:space="preserve"> н</w:t>
      </w:r>
      <w:r w:rsidRPr="00F47236">
        <w:rPr>
          <w:rFonts w:ascii="Times New Roman" w:hAnsi="Times New Roman" w:cs="Times New Roman"/>
          <w:sz w:val="28"/>
          <w:szCs w:val="28"/>
        </w:rPr>
        <w:t>астоящего документа.</w:t>
      </w:r>
    </w:p>
    <w:p w:rsidR="000B5978" w:rsidRPr="00682CD9" w:rsidRDefault="000B597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CD9">
        <w:rPr>
          <w:rFonts w:ascii="Times New Roman" w:hAnsi="Times New Roman" w:cs="Times New Roman"/>
          <w:sz w:val="28"/>
          <w:szCs w:val="28"/>
        </w:rPr>
        <w:t>9. Глава поселения в период действия решения о продлении исполнения бюджетной меры принуждения на срок более одного года вправе направить в Финансовый отдел обращение о его досрочном исполнении.</w:t>
      </w:r>
    </w:p>
    <w:p w:rsidR="000B5978" w:rsidRPr="00682CD9" w:rsidRDefault="000B597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CD9">
        <w:rPr>
          <w:rFonts w:ascii="Times New Roman" w:hAnsi="Times New Roman" w:cs="Times New Roman"/>
          <w:sz w:val="28"/>
          <w:szCs w:val="28"/>
        </w:rPr>
        <w:t xml:space="preserve">10. Информация об исполнении обязательств, предусмотренных </w:t>
      </w:r>
      <w:hyperlink w:anchor="P46" w:history="1">
        <w:r w:rsidRPr="00682CD9">
          <w:rPr>
            <w:rFonts w:ascii="Times New Roman" w:hAnsi="Times New Roman" w:cs="Times New Roman"/>
            <w:color w:val="000000"/>
            <w:sz w:val="28"/>
            <w:szCs w:val="28"/>
          </w:rPr>
          <w:t>пунктом 4</w:t>
        </w:r>
      </w:hyperlink>
      <w:r w:rsidRPr="00682CD9">
        <w:rPr>
          <w:rFonts w:ascii="Times New Roman" w:hAnsi="Times New Roman" w:cs="Times New Roman"/>
          <w:sz w:val="28"/>
          <w:szCs w:val="28"/>
        </w:rPr>
        <w:t xml:space="preserve"> настоящего документа, представляется Главой поселения в Финансовый отдел ежеквартально, не позднее 25 числа месяца, следующего за отчетным, до исполнения в полном объеме бюджетной меры принуждения.</w:t>
      </w:r>
    </w:p>
    <w:p w:rsidR="000B5978" w:rsidRPr="002B5B3C" w:rsidRDefault="000B597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CD9">
        <w:rPr>
          <w:rFonts w:ascii="Times New Roman" w:hAnsi="Times New Roman" w:cs="Times New Roman"/>
          <w:sz w:val="28"/>
          <w:szCs w:val="28"/>
        </w:rPr>
        <w:t>11. В случае выявления фактов нарушения (неисполнения</w:t>
      </w:r>
      <w:r w:rsidRPr="002B5B3C">
        <w:rPr>
          <w:rFonts w:ascii="Times New Roman" w:hAnsi="Times New Roman" w:cs="Times New Roman"/>
          <w:sz w:val="28"/>
          <w:szCs w:val="28"/>
        </w:rPr>
        <w:t xml:space="preserve">) поселением обязательств, предусмотренных </w:t>
      </w:r>
      <w:hyperlink w:anchor="P46" w:history="1">
        <w:r w:rsidRPr="002B5B3C">
          <w:rPr>
            <w:rFonts w:ascii="Times New Roman" w:hAnsi="Times New Roman" w:cs="Times New Roman"/>
            <w:color w:val="000000"/>
            <w:sz w:val="28"/>
            <w:szCs w:val="28"/>
          </w:rPr>
          <w:t>пунктом 4</w:t>
        </w:r>
      </w:hyperlink>
      <w:r w:rsidRPr="002B5B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B5B3C">
        <w:rPr>
          <w:rFonts w:ascii="Times New Roman" w:hAnsi="Times New Roman" w:cs="Times New Roman"/>
          <w:sz w:val="28"/>
          <w:szCs w:val="28"/>
        </w:rPr>
        <w:t>настоящего документа и Соглашением об условиях, Финансовый отдел принимает решение о единовременном исполнении бюджетной меры принуждения путем бесспорного взыскания остатка суммы средств, подлежащих взысканию.</w:t>
      </w:r>
    </w:p>
    <w:p w:rsidR="000B5978" w:rsidRPr="00146848" w:rsidRDefault="000B597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5B3C">
        <w:rPr>
          <w:rFonts w:ascii="Times New Roman" w:hAnsi="Times New Roman" w:cs="Times New Roman"/>
          <w:sz w:val="28"/>
          <w:szCs w:val="28"/>
        </w:rPr>
        <w:t>Финансовый отдел не позднее двух рабочих дней с даты принятия указанного решения информирует о нем Управление.</w:t>
      </w:r>
    </w:p>
    <w:p w:rsidR="000B5978" w:rsidRPr="00146848" w:rsidRDefault="000B597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5978" w:rsidRPr="00146848" w:rsidRDefault="000B5978">
      <w:pPr>
        <w:rPr>
          <w:sz w:val="28"/>
          <w:szCs w:val="28"/>
        </w:rPr>
      </w:pPr>
    </w:p>
    <w:sectPr w:rsidR="000B5978" w:rsidRPr="00146848" w:rsidSect="00E513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2824"/>
    <w:rsid w:val="00036475"/>
    <w:rsid w:val="00043F66"/>
    <w:rsid w:val="00084C8D"/>
    <w:rsid w:val="000A4DB4"/>
    <w:rsid w:val="000B5978"/>
    <w:rsid w:val="00111FF4"/>
    <w:rsid w:val="00142824"/>
    <w:rsid w:val="00146848"/>
    <w:rsid w:val="001539A6"/>
    <w:rsid w:val="00160D44"/>
    <w:rsid w:val="00164D70"/>
    <w:rsid w:val="00166C6C"/>
    <w:rsid w:val="0019030A"/>
    <w:rsid w:val="001C5FB8"/>
    <w:rsid w:val="001E02C8"/>
    <w:rsid w:val="002441FE"/>
    <w:rsid w:val="0028675C"/>
    <w:rsid w:val="002B5B3C"/>
    <w:rsid w:val="002E51AB"/>
    <w:rsid w:val="00341646"/>
    <w:rsid w:val="003830DF"/>
    <w:rsid w:val="00386B29"/>
    <w:rsid w:val="003D0109"/>
    <w:rsid w:val="003F140B"/>
    <w:rsid w:val="00533ECE"/>
    <w:rsid w:val="005D030A"/>
    <w:rsid w:val="00601858"/>
    <w:rsid w:val="00682CD9"/>
    <w:rsid w:val="00691DF2"/>
    <w:rsid w:val="0076597E"/>
    <w:rsid w:val="007D68AF"/>
    <w:rsid w:val="00813E86"/>
    <w:rsid w:val="00845410"/>
    <w:rsid w:val="0085501D"/>
    <w:rsid w:val="008736FB"/>
    <w:rsid w:val="008D5CDF"/>
    <w:rsid w:val="009438C3"/>
    <w:rsid w:val="009D1CD3"/>
    <w:rsid w:val="009F3A6A"/>
    <w:rsid w:val="00A47911"/>
    <w:rsid w:val="00AB1D99"/>
    <w:rsid w:val="00B24863"/>
    <w:rsid w:val="00BA0E15"/>
    <w:rsid w:val="00BC4B99"/>
    <w:rsid w:val="00BD650C"/>
    <w:rsid w:val="00C0686B"/>
    <w:rsid w:val="00C45C63"/>
    <w:rsid w:val="00C6159B"/>
    <w:rsid w:val="00C64118"/>
    <w:rsid w:val="00C85ABC"/>
    <w:rsid w:val="00CC790A"/>
    <w:rsid w:val="00CD2F81"/>
    <w:rsid w:val="00DA017B"/>
    <w:rsid w:val="00E513A1"/>
    <w:rsid w:val="00F04FF0"/>
    <w:rsid w:val="00F47236"/>
    <w:rsid w:val="00FE053D"/>
    <w:rsid w:val="00FF7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30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D030A"/>
    <w:pPr>
      <w:keepNext/>
      <w:outlineLvl w:val="0"/>
    </w:pPr>
    <w:rPr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D030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142824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Title">
    <w:name w:val="ConsPlusTitle"/>
    <w:uiPriority w:val="99"/>
    <w:rsid w:val="00142824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TitlePage">
    <w:name w:val="ConsPlusTitlePage"/>
    <w:uiPriority w:val="99"/>
    <w:rsid w:val="00142824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rsid w:val="005D030A"/>
    <w:pPr>
      <w:jc w:val="both"/>
    </w:pPr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D030A"/>
    <w:rPr>
      <w:rFonts w:ascii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656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3024AED46C792C6FEE7AB439EC8435ED32005CB6B2670EC4068DA1D6CD9C4C367075C7A95D867CB0486FA6054A2F29A90I7W1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3024AED46C792C6FEE7AB559DA41F51D42852C262207EB31939DC4A3389C29627475A2FC49C32C7078DB03115E9FD98926FE5452BC9E293I6WBH" TargetMode="External"/><Relationship Id="rId5" Type="http://schemas.openxmlformats.org/officeDocument/2006/relationships/hyperlink" Target="consultantplus://offline/ref=73024AED46C792C6FEE7AB559DA41F51D42E5AC669247EB31939DC4A3389C29627475A2AC29531CD52D7A0355CBEF0849274FB4235C9IEW2H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6</Pages>
  <Words>1975</Words>
  <Characters>11260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Рыбина</dc:creator>
  <cp:keywords/>
  <dc:description/>
  <cp:lastModifiedBy>Крылова</cp:lastModifiedBy>
  <cp:revision>4</cp:revision>
  <dcterms:created xsi:type="dcterms:W3CDTF">2020-11-26T16:10:00Z</dcterms:created>
  <dcterms:modified xsi:type="dcterms:W3CDTF">2020-11-27T08:42:00Z</dcterms:modified>
</cp:coreProperties>
</file>