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75C" w:rsidRDefault="00F5475C" w:rsidP="00A55B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 об исполнении муниципальных заданий по бюджетным учреждениям Юрьевецкого муниципального района за 2020 год</w:t>
      </w:r>
    </w:p>
    <w:p w:rsidR="00F5475C" w:rsidRDefault="00F5475C" w:rsidP="00640B19">
      <w:pPr>
        <w:tabs>
          <w:tab w:val="left" w:pos="480"/>
          <w:tab w:val="left" w:pos="720"/>
          <w:tab w:val="left" w:pos="1320"/>
        </w:tabs>
        <w:jc w:val="right"/>
        <w:rPr>
          <w:b/>
          <w:bCs/>
          <w:sz w:val="28"/>
          <w:szCs w:val="28"/>
        </w:rPr>
      </w:pPr>
    </w:p>
    <w:tbl>
      <w:tblPr>
        <w:tblW w:w="271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8"/>
        <w:gridCol w:w="3720"/>
        <w:gridCol w:w="3720"/>
        <w:gridCol w:w="1680"/>
        <w:gridCol w:w="1800"/>
        <w:gridCol w:w="1560"/>
        <w:gridCol w:w="1680"/>
        <w:gridCol w:w="3002"/>
        <w:gridCol w:w="3002"/>
        <w:gridCol w:w="3002"/>
        <w:gridCol w:w="3002"/>
      </w:tblGrid>
      <w:tr w:rsidR="00F5475C">
        <w:trPr>
          <w:gridAfter w:val="4"/>
          <w:wAfter w:w="12008" w:type="dxa"/>
        </w:trPr>
        <w:tc>
          <w:tcPr>
            <w:tcW w:w="948" w:type="dxa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 w:rsidRPr="00321FE8">
              <w:rPr>
                <w:b/>
                <w:bCs/>
                <w:sz w:val="22"/>
                <w:szCs w:val="22"/>
              </w:rPr>
              <w:t>Номер  задания</w:t>
            </w:r>
          </w:p>
        </w:tc>
        <w:tc>
          <w:tcPr>
            <w:tcW w:w="3720" w:type="dxa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 w:rsidRPr="00321FE8">
              <w:rPr>
                <w:b/>
                <w:bCs/>
                <w:sz w:val="22"/>
                <w:szCs w:val="22"/>
              </w:rPr>
              <w:t xml:space="preserve">Наименование муниципального учреждения </w:t>
            </w:r>
          </w:p>
        </w:tc>
        <w:tc>
          <w:tcPr>
            <w:tcW w:w="3720" w:type="dxa"/>
          </w:tcPr>
          <w:p w:rsidR="00F5475C" w:rsidRDefault="00F5475C" w:rsidP="008275E7">
            <w:pPr>
              <w:ind w:right="-108"/>
              <w:jc w:val="center"/>
              <w:rPr>
                <w:b/>
                <w:bCs/>
              </w:rPr>
            </w:pPr>
            <w:r w:rsidRPr="00321FE8">
              <w:rPr>
                <w:b/>
                <w:bCs/>
                <w:sz w:val="22"/>
                <w:szCs w:val="22"/>
              </w:rPr>
              <w:t>Перечень муниципальных услуг</w:t>
            </w:r>
          </w:p>
          <w:p w:rsidR="00F5475C" w:rsidRPr="00321FE8" w:rsidRDefault="00F5475C" w:rsidP="008275E7">
            <w:pPr>
              <w:ind w:right="-108"/>
              <w:jc w:val="center"/>
              <w:rPr>
                <w:b/>
                <w:bCs/>
              </w:rPr>
            </w:pPr>
            <w:r w:rsidRPr="00321FE8">
              <w:rPr>
                <w:b/>
                <w:bCs/>
                <w:sz w:val="22"/>
                <w:szCs w:val="22"/>
              </w:rPr>
              <w:t xml:space="preserve"> (работ) </w:t>
            </w:r>
          </w:p>
        </w:tc>
        <w:tc>
          <w:tcPr>
            <w:tcW w:w="1680" w:type="dxa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 w:rsidRPr="00321FE8">
              <w:rPr>
                <w:b/>
                <w:bCs/>
                <w:sz w:val="22"/>
                <w:szCs w:val="22"/>
              </w:rPr>
              <w:t>Потребители соответствующих муниципальных услуг (работ)</w:t>
            </w:r>
          </w:p>
        </w:tc>
        <w:tc>
          <w:tcPr>
            <w:tcW w:w="1800" w:type="dxa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 w:rsidRPr="00321FE8">
              <w:rPr>
                <w:b/>
                <w:bCs/>
                <w:sz w:val="22"/>
                <w:szCs w:val="22"/>
              </w:rPr>
              <w:t>Сумма субсидии на возмещение нормативных затрат (руб.)</w:t>
            </w:r>
          </w:p>
        </w:tc>
        <w:tc>
          <w:tcPr>
            <w:tcW w:w="1560" w:type="dxa"/>
            <w:vAlign w:val="center"/>
          </w:tcPr>
          <w:p w:rsidR="00F5475C" w:rsidRPr="00321FE8" w:rsidRDefault="00F5475C" w:rsidP="00AD53C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Исполнено</w:t>
            </w:r>
          </w:p>
        </w:tc>
        <w:tc>
          <w:tcPr>
            <w:tcW w:w="1680" w:type="dxa"/>
            <w:vAlign w:val="center"/>
          </w:tcPr>
          <w:p w:rsidR="00F5475C" w:rsidRDefault="00F5475C" w:rsidP="00AD53C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Процент исполнения</w:t>
            </w:r>
          </w:p>
        </w:tc>
      </w:tr>
      <w:tr w:rsidR="00F5475C">
        <w:trPr>
          <w:gridAfter w:val="4"/>
          <w:wAfter w:w="12008" w:type="dxa"/>
        </w:trPr>
        <w:tc>
          <w:tcPr>
            <w:tcW w:w="948" w:type="dxa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 w:rsidRPr="00321FE8">
              <w:rPr>
                <w:b/>
                <w:bCs/>
              </w:rPr>
              <w:t>1</w:t>
            </w:r>
          </w:p>
        </w:tc>
        <w:tc>
          <w:tcPr>
            <w:tcW w:w="3720" w:type="dxa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 w:rsidRPr="00321FE8">
              <w:rPr>
                <w:b/>
                <w:bCs/>
              </w:rPr>
              <w:t>2</w:t>
            </w:r>
          </w:p>
        </w:tc>
        <w:tc>
          <w:tcPr>
            <w:tcW w:w="3720" w:type="dxa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 w:rsidRPr="00321FE8">
              <w:rPr>
                <w:b/>
                <w:bCs/>
              </w:rPr>
              <w:t>3</w:t>
            </w:r>
          </w:p>
        </w:tc>
        <w:tc>
          <w:tcPr>
            <w:tcW w:w="1680" w:type="dxa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 w:rsidRPr="00321FE8">
              <w:rPr>
                <w:b/>
                <w:bCs/>
              </w:rPr>
              <w:t>4</w:t>
            </w:r>
          </w:p>
        </w:tc>
        <w:tc>
          <w:tcPr>
            <w:tcW w:w="1800" w:type="dxa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 w:rsidRPr="00321FE8">
              <w:rPr>
                <w:b/>
                <w:bCs/>
              </w:rPr>
              <w:t>5</w:t>
            </w:r>
          </w:p>
        </w:tc>
        <w:tc>
          <w:tcPr>
            <w:tcW w:w="1560" w:type="dxa"/>
            <w:vAlign w:val="center"/>
          </w:tcPr>
          <w:p w:rsidR="00F5475C" w:rsidRPr="00321FE8" w:rsidRDefault="00F5475C" w:rsidP="00321F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80" w:type="dxa"/>
          </w:tcPr>
          <w:p w:rsidR="00F5475C" w:rsidRDefault="00F5475C" w:rsidP="00321F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F5475C" w:rsidRPr="00065F73">
        <w:tc>
          <w:tcPr>
            <w:tcW w:w="13428" w:type="dxa"/>
            <w:gridSpan w:val="6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1FE8">
              <w:rPr>
                <w:rFonts w:ascii="Times New Roman" w:hAnsi="Times New Roman" w:cs="Times New Roman"/>
                <w:b/>
                <w:bCs/>
              </w:rPr>
              <w:t>Бюджет Юрьевецкого муниципального района</w:t>
            </w:r>
          </w:p>
        </w:tc>
        <w:tc>
          <w:tcPr>
            <w:tcW w:w="1680" w:type="dxa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2" w:type="dxa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2" w:type="dxa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2" w:type="dxa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2" w:type="dxa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5475C" w:rsidRPr="00065F73">
        <w:trPr>
          <w:gridAfter w:val="4"/>
          <w:wAfter w:w="12008" w:type="dxa"/>
        </w:trPr>
        <w:tc>
          <w:tcPr>
            <w:tcW w:w="948" w:type="dxa"/>
            <w:vAlign w:val="center"/>
          </w:tcPr>
          <w:p w:rsidR="00F5475C" w:rsidRPr="00321FE8" w:rsidRDefault="00F5475C" w:rsidP="00321FE8">
            <w:pPr>
              <w:jc w:val="center"/>
            </w:pPr>
          </w:p>
        </w:tc>
        <w:tc>
          <w:tcPr>
            <w:tcW w:w="3720" w:type="dxa"/>
          </w:tcPr>
          <w:p w:rsidR="00F5475C" w:rsidRPr="00D360E6" w:rsidRDefault="00F5475C" w:rsidP="00321FE8">
            <w:pPr>
              <w:jc w:val="center"/>
            </w:pPr>
          </w:p>
        </w:tc>
        <w:tc>
          <w:tcPr>
            <w:tcW w:w="3720" w:type="dxa"/>
            <w:vAlign w:val="center"/>
          </w:tcPr>
          <w:p w:rsidR="00F5475C" w:rsidRPr="00D360E6" w:rsidRDefault="00F5475C" w:rsidP="00321FE8">
            <w:pPr>
              <w:jc w:val="center"/>
            </w:pPr>
          </w:p>
        </w:tc>
        <w:tc>
          <w:tcPr>
            <w:tcW w:w="168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475C" w:rsidRPr="00065F73">
        <w:trPr>
          <w:gridAfter w:val="4"/>
          <w:wAfter w:w="12008" w:type="dxa"/>
        </w:trPr>
        <w:tc>
          <w:tcPr>
            <w:tcW w:w="948" w:type="dxa"/>
            <w:vAlign w:val="center"/>
          </w:tcPr>
          <w:p w:rsidR="00F5475C" w:rsidRPr="00321FE8" w:rsidRDefault="00F5475C" w:rsidP="00321FE8">
            <w:pPr>
              <w:jc w:val="center"/>
            </w:pPr>
            <w:r w:rsidRPr="00321FE8">
              <w:rPr>
                <w:sz w:val="22"/>
                <w:szCs w:val="22"/>
              </w:rPr>
              <w:t>1</w:t>
            </w:r>
          </w:p>
        </w:tc>
        <w:tc>
          <w:tcPr>
            <w:tcW w:w="3720" w:type="dxa"/>
          </w:tcPr>
          <w:p w:rsidR="00F5475C" w:rsidRPr="00D360E6" w:rsidRDefault="00F5475C" w:rsidP="00321FE8">
            <w:pPr>
              <w:jc w:val="center"/>
            </w:pPr>
            <w:r w:rsidRPr="00D360E6">
              <w:t>Муниципальное бюджетное образовательное учреждение дополнительного образования «Юрьевецкая детская школа искусств»</w:t>
            </w:r>
          </w:p>
        </w:tc>
        <w:tc>
          <w:tcPr>
            <w:tcW w:w="3720" w:type="dxa"/>
            <w:vAlign w:val="center"/>
          </w:tcPr>
          <w:p w:rsidR="00F5475C" w:rsidRPr="00D360E6" w:rsidRDefault="00F5475C" w:rsidP="00321FE8">
            <w:pPr>
              <w:jc w:val="center"/>
            </w:pPr>
            <w:r w:rsidRPr="00D360E6">
              <w:t>Реализация дополнительных общеобразовательных,  общеразвивающих программ</w:t>
            </w:r>
          </w:p>
        </w:tc>
        <w:tc>
          <w:tcPr>
            <w:tcW w:w="168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FE8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80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11 126 643,83</w:t>
            </w:r>
          </w:p>
        </w:tc>
        <w:tc>
          <w:tcPr>
            <w:tcW w:w="156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11 119 843,0</w:t>
            </w:r>
          </w:p>
        </w:tc>
        <w:tc>
          <w:tcPr>
            <w:tcW w:w="1680" w:type="dxa"/>
            <w:vAlign w:val="center"/>
          </w:tcPr>
          <w:p w:rsidR="00F5475C" w:rsidRPr="00321FE8" w:rsidRDefault="00F5475C" w:rsidP="00A714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99,94%</w:t>
            </w:r>
          </w:p>
        </w:tc>
      </w:tr>
      <w:tr w:rsidR="00F5475C" w:rsidRPr="00065F73">
        <w:trPr>
          <w:gridAfter w:val="4"/>
          <w:wAfter w:w="12008" w:type="dxa"/>
        </w:trPr>
        <w:tc>
          <w:tcPr>
            <w:tcW w:w="948" w:type="dxa"/>
            <w:vAlign w:val="center"/>
          </w:tcPr>
          <w:p w:rsidR="00F5475C" w:rsidRPr="00321FE8" w:rsidRDefault="00F5475C" w:rsidP="00321FE8">
            <w:pPr>
              <w:jc w:val="center"/>
            </w:pPr>
            <w:r w:rsidRPr="00321FE8">
              <w:rPr>
                <w:sz w:val="22"/>
                <w:szCs w:val="22"/>
              </w:rPr>
              <w:t>2</w:t>
            </w:r>
          </w:p>
        </w:tc>
        <w:tc>
          <w:tcPr>
            <w:tcW w:w="3720" w:type="dxa"/>
          </w:tcPr>
          <w:p w:rsidR="00F5475C" w:rsidRPr="00D360E6" w:rsidRDefault="00F5475C" w:rsidP="00321FE8">
            <w:pPr>
              <w:jc w:val="center"/>
            </w:pPr>
            <w:r w:rsidRPr="00D360E6">
              <w:t>Муниципальное учреждение «Молодежный центр»</w:t>
            </w:r>
          </w:p>
        </w:tc>
        <w:tc>
          <w:tcPr>
            <w:tcW w:w="3720" w:type="dxa"/>
            <w:vAlign w:val="center"/>
          </w:tcPr>
          <w:p w:rsidR="00F5475C" w:rsidRPr="00D360E6" w:rsidRDefault="00F5475C" w:rsidP="00321FE8">
            <w:pPr>
              <w:jc w:val="center"/>
            </w:pPr>
            <w:r w:rsidRPr="00D360E6">
              <w:t>Организация досуга детей, подростков и молодежи</w:t>
            </w:r>
          </w:p>
        </w:tc>
        <w:tc>
          <w:tcPr>
            <w:tcW w:w="168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FE8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80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1 632 539,0</w:t>
            </w:r>
          </w:p>
        </w:tc>
        <w:tc>
          <w:tcPr>
            <w:tcW w:w="156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1 657 539,0</w:t>
            </w:r>
          </w:p>
        </w:tc>
        <w:tc>
          <w:tcPr>
            <w:tcW w:w="1680" w:type="dxa"/>
            <w:vAlign w:val="center"/>
          </w:tcPr>
          <w:p w:rsidR="00F5475C" w:rsidRPr="00321FE8" w:rsidRDefault="00F5475C" w:rsidP="00A714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F5475C" w:rsidRPr="00065F73">
        <w:trPr>
          <w:gridAfter w:val="4"/>
          <w:wAfter w:w="12008" w:type="dxa"/>
        </w:trPr>
        <w:tc>
          <w:tcPr>
            <w:tcW w:w="948" w:type="dxa"/>
            <w:vAlign w:val="center"/>
          </w:tcPr>
          <w:p w:rsidR="00F5475C" w:rsidRPr="00321FE8" w:rsidRDefault="00F5475C" w:rsidP="00321FE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20" w:type="dxa"/>
          </w:tcPr>
          <w:p w:rsidR="00F5475C" w:rsidRPr="000318CE" w:rsidRDefault="00F5475C" w:rsidP="00321FE8">
            <w:pPr>
              <w:jc w:val="center"/>
            </w:pPr>
            <w:r>
              <w:t>Муниципальное бюджетное учреждение дополнительного образования Детско-юношеский центр</w:t>
            </w:r>
          </w:p>
        </w:tc>
        <w:tc>
          <w:tcPr>
            <w:tcW w:w="3720" w:type="dxa"/>
            <w:vAlign w:val="center"/>
          </w:tcPr>
          <w:p w:rsidR="00F5475C" w:rsidRPr="00D360E6" w:rsidRDefault="00F5475C" w:rsidP="00321FE8">
            <w:pPr>
              <w:jc w:val="center"/>
            </w:pPr>
            <w:r w:rsidRPr="00D360E6">
              <w:t>Реализация дополнительных общеобразовательных  программ</w:t>
            </w:r>
          </w:p>
        </w:tc>
        <w:tc>
          <w:tcPr>
            <w:tcW w:w="168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FE8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80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8 876 564,32</w:t>
            </w:r>
          </w:p>
        </w:tc>
        <w:tc>
          <w:tcPr>
            <w:tcW w:w="156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8 217 204,52</w:t>
            </w:r>
          </w:p>
        </w:tc>
        <w:tc>
          <w:tcPr>
            <w:tcW w:w="1680" w:type="dxa"/>
            <w:vAlign w:val="center"/>
          </w:tcPr>
          <w:p w:rsidR="00F5475C" w:rsidRPr="00321FE8" w:rsidRDefault="00F5475C" w:rsidP="00A714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92,57%</w:t>
            </w:r>
          </w:p>
        </w:tc>
      </w:tr>
      <w:tr w:rsidR="00F5475C" w:rsidRPr="00065F73">
        <w:trPr>
          <w:gridAfter w:val="4"/>
          <w:wAfter w:w="12008" w:type="dxa"/>
        </w:trPr>
        <w:tc>
          <w:tcPr>
            <w:tcW w:w="948" w:type="dxa"/>
            <w:vAlign w:val="center"/>
          </w:tcPr>
          <w:p w:rsidR="00F5475C" w:rsidRPr="00321FE8" w:rsidRDefault="00F5475C" w:rsidP="00321FE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20" w:type="dxa"/>
          </w:tcPr>
          <w:p w:rsidR="00F5475C" w:rsidRDefault="00F5475C" w:rsidP="00321FE8">
            <w:pPr>
              <w:jc w:val="center"/>
            </w:pPr>
            <w:r>
              <w:t>Муниципальное бюджетное учреждение дополнительного образования Детско-юношеская спортивная школа</w:t>
            </w:r>
          </w:p>
        </w:tc>
        <w:tc>
          <w:tcPr>
            <w:tcW w:w="3720" w:type="dxa"/>
            <w:vAlign w:val="center"/>
          </w:tcPr>
          <w:p w:rsidR="00F5475C" w:rsidRPr="00D360E6" w:rsidRDefault="00F5475C" w:rsidP="00321FE8">
            <w:pPr>
              <w:jc w:val="center"/>
            </w:pPr>
            <w:r w:rsidRPr="00D360E6">
              <w:t>Реализация дополнительных общеобразовательных  программ</w:t>
            </w:r>
          </w:p>
        </w:tc>
        <w:tc>
          <w:tcPr>
            <w:tcW w:w="168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FE8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80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3 729 621,21</w:t>
            </w:r>
          </w:p>
        </w:tc>
        <w:tc>
          <w:tcPr>
            <w:tcW w:w="1560" w:type="dxa"/>
            <w:vAlign w:val="center"/>
          </w:tcPr>
          <w:p w:rsidR="00F5475C" w:rsidRPr="00321FE8" w:rsidRDefault="00F5475C" w:rsidP="00321F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3 635 540,72</w:t>
            </w:r>
          </w:p>
        </w:tc>
        <w:tc>
          <w:tcPr>
            <w:tcW w:w="1680" w:type="dxa"/>
            <w:vAlign w:val="center"/>
          </w:tcPr>
          <w:p w:rsidR="00F5475C" w:rsidRPr="00321FE8" w:rsidRDefault="00F5475C" w:rsidP="00A714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97,48%</w:t>
            </w:r>
          </w:p>
        </w:tc>
      </w:tr>
    </w:tbl>
    <w:p w:rsidR="00F5475C" w:rsidRDefault="00F5475C" w:rsidP="00A55B64">
      <w:pPr>
        <w:jc w:val="center"/>
        <w:rPr>
          <w:b/>
          <w:bCs/>
          <w:sz w:val="28"/>
          <w:szCs w:val="28"/>
        </w:rPr>
      </w:pPr>
    </w:p>
    <w:p w:rsidR="00F5475C" w:rsidRDefault="00F5475C" w:rsidP="00A55B64">
      <w:pPr>
        <w:jc w:val="center"/>
        <w:rPr>
          <w:b/>
          <w:bCs/>
          <w:sz w:val="28"/>
          <w:szCs w:val="28"/>
        </w:rPr>
      </w:pPr>
    </w:p>
    <w:p w:rsidR="00F5475C" w:rsidRDefault="00F5475C" w:rsidP="00A55B64">
      <w:pPr>
        <w:jc w:val="center"/>
        <w:rPr>
          <w:b/>
          <w:bCs/>
          <w:sz w:val="28"/>
          <w:szCs w:val="28"/>
        </w:rPr>
      </w:pPr>
    </w:p>
    <w:p w:rsidR="00F5475C" w:rsidRDefault="00F5475C" w:rsidP="009F5BDF">
      <w:pPr>
        <w:jc w:val="center"/>
        <w:rPr>
          <w:b/>
          <w:bCs/>
          <w:sz w:val="28"/>
          <w:szCs w:val="28"/>
        </w:rPr>
      </w:pPr>
    </w:p>
    <w:sectPr w:rsidR="00F5475C" w:rsidSect="00D360E6">
      <w:pgSz w:w="16838" w:h="11906" w:orient="landscape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9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5B64"/>
    <w:rsid w:val="00001203"/>
    <w:rsid w:val="00012F43"/>
    <w:rsid w:val="000318CE"/>
    <w:rsid w:val="00041A38"/>
    <w:rsid w:val="00065F73"/>
    <w:rsid w:val="00075CF2"/>
    <w:rsid w:val="000B5495"/>
    <w:rsid w:val="000D516B"/>
    <w:rsid w:val="000F477B"/>
    <w:rsid w:val="0012669A"/>
    <w:rsid w:val="00127565"/>
    <w:rsid w:val="00127CF7"/>
    <w:rsid w:val="001536E6"/>
    <w:rsid w:val="00167E45"/>
    <w:rsid w:val="001B0187"/>
    <w:rsid w:val="001B3BDE"/>
    <w:rsid w:val="0020560D"/>
    <w:rsid w:val="00235B93"/>
    <w:rsid w:val="00265DF2"/>
    <w:rsid w:val="002727BE"/>
    <w:rsid w:val="00316E7C"/>
    <w:rsid w:val="00321FE8"/>
    <w:rsid w:val="00331494"/>
    <w:rsid w:val="00341F35"/>
    <w:rsid w:val="00374996"/>
    <w:rsid w:val="00377A5D"/>
    <w:rsid w:val="00396B92"/>
    <w:rsid w:val="003A4F91"/>
    <w:rsid w:val="003B2159"/>
    <w:rsid w:val="003C4FF2"/>
    <w:rsid w:val="003F195E"/>
    <w:rsid w:val="0040501A"/>
    <w:rsid w:val="00406D05"/>
    <w:rsid w:val="00407C41"/>
    <w:rsid w:val="00416FAF"/>
    <w:rsid w:val="004251B9"/>
    <w:rsid w:val="00447BEE"/>
    <w:rsid w:val="004523E3"/>
    <w:rsid w:val="00473CE6"/>
    <w:rsid w:val="0048341B"/>
    <w:rsid w:val="00483C5E"/>
    <w:rsid w:val="0048694C"/>
    <w:rsid w:val="004A27D9"/>
    <w:rsid w:val="004B4A89"/>
    <w:rsid w:val="004B7C79"/>
    <w:rsid w:val="005327D2"/>
    <w:rsid w:val="005574F7"/>
    <w:rsid w:val="0057072B"/>
    <w:rsid w:val="00597466"/>
    <w:rsid w:val="005E5D72"/>
    <w:rsid w:val="005F326D"/>
    <w:rsid w:val="00622D8F"/>
    <w:rsid w:val="00630A69"/>
    <w:rsid w:val="00640B19"/>
    <w:rsid w:val="006509ED"/>
    <w:rsid w:val="0066092B"/>
    <w:rsid w:val="00663C05"/>
    <w:rsid w:val="00664456"/>
    <w:rsid w:val="006745A3"/>
    <w:rsid w:val="006D0986"/>
    <w:rsid w:val="006E214C"/>
    <w:rsid w:val="00754CCE"/>
    <w:rsid w:val="0076469D"/>
    <w:rsid w:val="007667E7"/>
    <w:rsid w:val="00782C41"/>
    <w:rsid w:val="00795363"/>
    <w:rsid w:val="007D7EE5"/>
    <w:rsid w:val="007E7ACD"/>
    <w:rsid w:val="007F31A3"/>
    <w:rsid w:val="00805724"/>
    <w:rsid w:val="00807529"/>
    <w:rsid w:val="00821252"/>
    <w:rsid w:val="008240E9"/>
    <w:rsid w:val="008275E7"/>
    <w:rsid w:val="0083776E"/>
    <w:rsid w:val="008770BD"/>
    <w:rsid w:val="00894AB4"/>
    <w:rsid w:val="008B2A59"/>
    <w:rsid w:val="008B66F5"/>
    <w:rsid w:val="008F1436"/>
    <w:rsid w:val="0090249C"/>
    <w:rsid w:val="00904275"/>
    <w:rsid w:val="00926EEC"/>
    <w:rsid w:val="00930E0C"/>
    <w:rsid w:val="00931D56"/>
    <w:rsid w:val="0095273B"/>
    <w:rsid w:val="00973B16"/>
    <w:rsid w:val="00976A99"/>
    <w:rsid w:val="009906D4"/>
    <w:rsid w:val="009A00C4"/>
    <w:rsid w:val="009B261D"/>
    <w:rsid w:val="009D4A3C"/>
    <w:rsid w:val="009E0D78"/>
    <w:rsid w:val="009E17C1"/>
    <w:rsid w:val="009E4BAE"/>
    <w:rsid w:val="009F1065"/>
    <w:rsid w:val="009F5BDF"/>
    <w:rsid w:val="00A34750"/>
    <w:rsid w:val="00A55B64"/>
    <w:rsid w:val="00A64C31"/>
    <w:rsid w:val="00A6798F"/>
    <w:rsid w:val="00A71407"/>
    <w:rsid w:val="00A8707D"/>
    <w:rsid w:val="00A91AC1"/>
    <w:rsid w:val="00A95FE6"/>
    <w:rsid w:val="00AD2C6F"/>
    <w:rsid w:val="00AD53C0"/>
    <w:rsid w:val="00AD5636"/>
    <w:rsid w:val="00B26D2D"/>
    <w:rsid w:val="00B40634"/>
    <w:rsid w:val="00B61066"/>
    <w:rsid w:val="00B93DB1"/>
    <w:rsid w:val="00BC3F8C"/>
    <w:rsid w:val="00BC6D93"/>
    <w:rsid w:val="00C419AF"/>
    <w:rsid w:val="00C76697"/>
    <w:rsid w:val="00C83580"/>
    <w:rsid w:val="00C93AF0"/>
    <w:rsid w:val="00CA2FAA"/>
    <w:rsid w:val="00CB0FDA"/>
    <w:rsid w:val="00CD7215"/>
    <w:rsid w:val="00D040D1"/>
    <w:rsid w:val="00D360E6"/>
    <w:rsid w:val="00D67C7A"/>
    <w:rsid w:val="00D94B5C"/>
    <w:rsid w:val="00DA6F94"/>
    <w:rsid w:val="00E40B4E"/>
    <w:rsid w:val="00E63A0B"/>
    <w:rsid w:val="00E70492"/>
    <w:rsid w:val="00E72178"/>
    <w:rsid w:val="00E77B50"/>
    <w:rsid w:val="00E931B3"/>
    <w:rsid w:val="00EA3516"/>
    <w:rsid w:val="00EA5728"/>
    <w:rsid w:val="00EB1D1A"/>
    <w:rsid w:val="00EB3CFB"/>
    <w:rsid w:val="00EF5041"/>
    <w:rsid w:val="00F05F83"/>
    <w:rsid w:val="00F177BB"/>
    <w:rsid w:val="00F261CE"/>
    <w:rsid w:val="00F449CA"/>
    <w:rsid w:val="00F5475C"/>
    <w:rsid w:val="00F662EF"/>
    <w:rsid w:val="00F92B30"/>
    <w:rsid w:val="00FA0191"/>
    <w:rsid w:val="00FA093C"/>
    <w:rsid w:val="00FA0E0A"/>
    <w:rsid w:val="00FC2F06"/>
    <w:rsid w:val="00FF6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3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5B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35B9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3CF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8707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bsatz-Standardschriftart">
    <w:name w:val="Absatz-Standardschriftart"/>
    <w:uiPriority w:val="99"/>
    <w:rsid w:val="00782C41"/>
  </w:style>
  <w:style w:type="numbering" w:customStyle="1" w:styleId="2">
    <w:name w:val="Стиль2"/>
    <w:rsid w:val="0088760B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21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1</Pages>
  <Words>180</Words>
  <Characters>1026</Characters>
  <Application>Microsoft Office Outlook</Application>
  <DocSecurity>0</DocSecurity>
  <Lines>0</Lines>
  <Paragraphs>0</Paragraphs>
  <ScaleCrop>false</ScaleCrop>
  <Company>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государственных заданий</dc:title>
  <dc:subject/>
  <dc:creator>1111</dc:creator>
  <cp:keywords/>
  <dc:description/>
  <cp:lastModifiedBy>Крылова</cp:lastModifiedBy>
  <cp:revision>4</cp:revision>
  <cp:lastPrinted>2020-08-19T07:29:00Z</cp:lastPrinted>
  <dcterms:created xsi:type="dcterms:W3CDTF">2020-08-19T08:19:00Z</dcterms:created>
  <dcterms:modified xsi:type="dcterms:W3CDTF">2021-08-27T13:11:00Z</dcterms:modified>
</cp:coreProperties>
</file>